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="宋体" w:hAnsi="宋体"/>
          <w:b/>
          <w:spacing w:val="20"/>
          <w:sz w:val="32"/>
          <w:szCs w:val="32"/>
        </w:rPr>
      </w:pPr>
      <w:r>
        <w:rPr>
          <w:rFonts w:hint="eastAsia" w:ascii="宋体" w:hAnsi="宋体"/>
          <w:b/>
          <w:spacing w:val="20"/>
          <w:sz w:val="32"/>
          <w:szCs w:val="32"/>
        </w:rPr>
        <w:t>应聘人员信息登记表</w:t>
      </w:r>
    </w:p>
    <w:p>
      <w:pPr>
        <w:ind w:firstLine="2108" w:firstLineChars="1000"/>
        <w:jc w:val="left"/>
        <w:rPr>
          <w:rFonts w:hint="eastAsia" w:ascii="宋体" w:hAnsi="宋体"/>
          <w:b/>
          <w:spacing w:val="20"/>
          <w:sz w:val="30"/>
          <w:szCs w:val="30"/>
        </w:rPr>
      </w:pPr>
      <w:r>
        <w:rPr>
          <w:rFonts w:hint="eastAsia" w:ascii="黑体" w:hAnsi="黑体" w:eastAsia="黑体"/>
          <w:b/>
          <w:szCs w:val="21"/>
        </w:rPr>
        <w:t xml:space="preserve">                                            </w:t>
      </w:r>
      <w:r>
        <w:rPr>
          <w:rFonts w:hint="eastAsia"/>
          <w:szCs w:val="21"/>
        </w:rPr>
        <w:t>填表日期：</w:t>
      </w:r>
    </w:p>
    <w:tbl>
      <w:tblPr>
        <w:tblStyle w:val="10"/>
        <w:tblW w:w="1039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375"/>
        <w:gridCol w:w="520"/>
        <w:gridCol w:w="571"/>
        <w:gridCol w:w="1569"/>
        <w:gridCol w:w="1087"/>
        <w:gridCol w:w="20"/>
        <w:gridCol w:w="19"/>
        <w:gridCol w:w="1526"/>
        <w:gridCol w:w="50"/>
        <w:gridCol w:w="7"/>
        <w:gridCol w:w="596"/>
        <w:gridCol w:w="782"/>
        <w:gridCol w:w="102"/>
        <w:gridCol w:w="19"/>
        <w:gridCol w:w="9"/>
        <w:gridCol w:w="156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10393" w:type="dxa"/>
            <w:gridSpan w:val="17"/>
            <w:tcBorders>
              <w:top w:val="single" w:color="auto" w:sz="12" w:space="0"/>
              <w:bottom w:val="single" w:color="auto" w:sz="6" w:space="0"/>
            </w:tcBorders>
            <w:shd w:val="clear" w:color="auto" w:fill="C0C0C0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感谢您应聘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本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eastAsia="zh-CN"/>
              </w:rPr>
              <w:t>公司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岗位！填表之前请阅读以下文字。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  <w:jc w:val="center"/>
        </w:trPr>
        <w:tc>
          <w:tcPr>
            <w:tcW w:w="10393" w:type="dxa"/>
            <w:gridSpan w:val="17"/>
            <w:tcBorders>
              <w:top w:val="single" w:color="auto" w:sz="6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 w:line="300" w:lineRule="auto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1．请如实逐项填写本表，没有或不便回答的情况请填“无”；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带“</w:t>
            </w: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”的为必填项。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2．应聘资料仅作招聘用途，公司将代为您保密，恕不退还。如您需索回，请事先声明。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atLeast"/>
          <w:jc w:val="center"/>
        </w:trPr>
        <w:tc>
          <w:tcPr>
            <w:tcW w:w="10393" w:type="dxa"/>
            <w:gridSpan w:val="17"/>
            <w:tcBorders>
              <w:top w:val="single" w:color="auto" w:sz="4" w:space="0"/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 w:line="300" w:lineRule="auto"/>
              <w:ind w:firstLine="472" w:firstLineChars="196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本人郑重声明：以下填报事项全部属实，并愿意</w:t>
            </w:r>
            <w:bookmarkStart w:id="0" w:name="_GoBack"/>
            <w:bookmarkEnd w:id="0"/>
            <w:r>
              <w:rPr>
                <w:rFonts w:hint="eastAsia" w:ascii="仿宋_GB2312" w:hAnsi="宋体" w:eastAsia="仿宋_GB2312"/>
                <w:b/>
                <w:sz w:val="24"/>
              </w:rPr>
              <w:t>接受相关背景核查。若填报事项与事实不符，本人愿意承担由此引起的责任及后果。</w:t>
            </w:r>
          </w:p>
          <w:p>
            <w:pPr>
              <w:adjustRightInd w:val="0"/>
              <w:snapToGrid w:val="0"/>
              <w:spacing w:line="30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              签名：                日期：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0393" w:type="dxa"/>
            <w:gridSpan w:val="17"/>
            <w:tcBorders>
              <w:top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 w:line="30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应聘岗位：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</w:t>
            </w:r>
            <w:r>
              <w:rPr>
                <w:rFonts w:ascii="仿宋_GB2312" w:hAnsi="宋体" w:eastAsia="仿宋_GB2312"/>
                <w:sz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</w:rPr>
              <w:t>现年收入：（    ）万元，其中</w:t>
            </w:r>
            <w:r>
              <w:rPr>
                <w:rFonts w:ascii="仿宋_GB2312" w:hAnsi="宋体" w:eastAsia="仿宋_GB2312"/>
                <w:sz w:val="24"/>
              </w:rPr>
              <w:t>，固定</w:t>
            </w:r>
            <w:r>
              <w:rPr>
                <w:rFonts w:hint="eastAsia" w:ascii="仿宋_GB2312" w:hAnsi="宋体" w:eastAsia="仿宋_GB2312"/>
                <w:sz w:val="24"/>
              </w:rPr>
              <w:t>（    ）万元，</w:t>
            </w:r>
            <w:r>
              <w:rPr>
                <w:rFonts w:ascii="仿宋_GB2312" w:hAnsi="宋体" w:eastAsia="仿宋_GB2312"/>
                <w:sz w:val="24"/>
              </w:rPr>
              <w:t>浮动</w:t>
            </w:r>
            <w:r>
              <w:rPr>
                <w:rFonts w:hint="eastAsia" w:ascii="仿宋_GB2312" w:hAnsi="宋体" w:eastAsia="仿宋_GB2312"/>
                <w:sz w:val="24"/>
              </w:rPr>
              <w:t>（    ）万元，</w:t>
            </w:r>
            <w:r>
              <w:rPr>
                <w:rFonts w:ascii="仿宋_GB2312" w:hAnsi="宋体" w:eastAsia="仿宋_GB2312"/>
                <w:sz w:val="24"/>
              </w:rPr>
              <w:t>福利</w:t>
            </w:r>
            <w:r>
              <w:rPr>
                <w:rFonts w:hint="eastAsia" w:ascii="仿宋_GB2312" w:hAnsi="宋体" w:eastAsia="仿宋_GB2312"/>
                <w:sz w:val="24"/>
              </w:rPr>
              <w:t>（    ）万元；期望年收入：（    ）万元。接录用通知后，可在（    ）天内到职。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0393" w:type="dxa"/>
            <w:gridSpan w:val="17"/>
            <w:tcBorders>
              <w:top w:val="single" w:color="auto" w:sz="4" w:space="0"/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 w:line="30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是否面试过我公司其他岗位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：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是  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□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否，是</w:t>
            </w:r>
            <w:r>
              <w:rPr>
                <w:rFonts w:hint="eastAsia" w:ascii="仿宋_GB2312" w:hAnsi="宋体" w:eastAsia="仿宋_GB2312"/>
                <w:sz w:val="24"/>
              </w:rPr>
              <w:t>何公司</w:t>
            </w:r>
            <w:r>
              <w:rPr>
                <w:rFonts w:ascii="仿宋_GB2312" w:hAnsi="宋体" w:eastAsia="仿宋_GB2312"/>
                <w:sz w:val="24"/>
              </w:rPr>
              <w:t>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>，岗位：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</w:t>
            </w:r>
            <w:r>
              <w:rPr>
                <w:rFonts w:hint="eastAsia" w:ascii="仿宋_GB2312" w:hAnsi="宋体" w:eastAsia="仿宋_GB2312"/>
                <w:sz w:val="24"/>
              </w:rPr>
              <w:t>，面试情况：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_GB2312" w:hAnsi="宋体" w:eastAsia="仿宋_GB2312"/>
                <w:sz w:val="24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0393" w:type="dxa"/>
            <w:gridSpan w:val="17"/>
            <w:tcBorders>
              <w:top w:val="single" w:color="auto" w:sz="4" w:space="0"/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before="156" w:beforeLines="50" w:line="30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通过</w:t>
            </w:r>
            <w:r>
              <w:rPr>
                <w:rFonts w:ascii="仿宋_GB2312" w:hAnsi="宋体" w:eastAsia="仿宋_GB2312"/>
                <w:sz w:val="24"/>
              </w:rPr>
              <w:t>何种渠道知道本岗位招聘信息：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</w:t>
            </w:r>
            <w:r>
              <w:rPr>
                <w:rFonts w:ascii="仿宋_GB2312" w:hAnsi="宋体" w:eastAsia="仿宋_GB2312"/>
                <w:sz w:val="24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_GB2312" w:hAnsi="宋体" w:eastAsia="仿宋_GB2312"/>
                <w:sz w:val="24"/>
              </w:rPr>
              <w:t>，是否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公司</w:t>
            </w:r>
            <w:r>
              <w:rPr>
                <w:rFonts w:hint="eastAsia" w:ascii="仿宋_GB2312" w:hAnsi="宋体" w:eastAsia="仿宋_GB2312"/>
                <w:sz w:val="24"/>
              </w:rPr>
              <w:t>内部人员推荐：□是 □否，</w:t>
            </w:r>
            <w:r>
              <w:rPr>
                <w:rFonts w:ascii="仿宋_GB2312" w:hAnsi="宋体" w:eastAsia="仿宋_GB2312"/>
                <w:sz w:val="24"/>
              </w:rPr>
              <w:t>推荐人</w:t>
            </w:r>
            <w:r>
              <w:rPr>
                <w:rFonts w:hint="eastAsia" w:ascii="仿宋_GB2312" w:hAnsi="宋体" w:eastAsia="仿宋_GB2312"/>
                <w:sz w:val="24"/>
              </w:rPr>
              <w:t>所在单位</w:t>
            </w:r>
            <w:r>
              <w:rPr>
                <w:rFonts w:ascii="仿宋_GB2312" w:hAnsi="宋体" w:eastAsia="仿宋_GB2312"/>
                <w:sz w:val="24"/>
              </w:rPr>
              <w:t>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</w:t>
            </w:r>
            <w:r>
              <w:rPr>
                <w:rFonts w:ascii="仿宋_GB2312" w:hAnsi="宋体" w:eastAsia="仿宋_GB2312"/>
                <w:sz w:val="24"/>
                <w:u w:val="single"/>
              </w:rPr>
              <w:t xml:space="preserve">                </w:t>
            </w:r>
            <w:r>
              <w:rPr>
                <w:rFonts w:hint="eastAsia" w:ascii="仿宋_GB2312" w:hAnsi="宋体" w:eastAsia="仿宋_GB2312"/>
                <w:sz w:val="24"/>
              </w:rPr>
              <w:t>，姓名：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</w:t>
            </w:r>
            <w:r>
              <w:rPr>
                <w:rFonts w:ascii="仿宋_GB2312" w:hAnsi="宋体" w:eastAsia="仿宋_GB2312"/>
                <w:sz w:val="24"/>
                <w:u w:val="single"/>
              </w:rPr>
              <w:t xml:space="preserve">          </w:t>
            </w:r>
            <w:r>
              <w:rPr>
                <w:rFonts w:hint="eastAsia" w:ascii="仿宋_GB2312" w:hAnsi="宋体" w:eastAsia="仿宋_GB2312"/>
                <w:sz w:val="24"/>
              </w:rPr>
              <w:t>，联系方式</w:t>
            </w:r>
            <w:r>
              <w:rPr>
                <w:rFonts w:ascii="仿宋_GB2312" w:hAnsi="宋体" w:eastAsia="仿宋_GB2312"/>
                <w:sz w:val="24"/>
              </w:rPr>
              <w:t>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</w:t>
            </w:r>
            <w:r>
              <w:rPr>
                <w:rFonts w:ascii="仿宋_GB2312" w:hAnsi="宋体" w:eastAsia="仿宋_GB2312"/>
                <w:sz w:val="24"/>
                <w:u w:val="single"/>
              </w:rPr>
              <w:t xml:space="preserve">           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</w:t>
            </w:r>
            <w:r>
              <w:rPr>
                <w:rFonts w:ascii="仿宋_GB2312" w:hAnsi="宋体" w:eastAsia="仿宋_GB2312"/>
                <w:sz w:val="24"/>
                <w:u w:val="single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0393" w:type="dxa"/>
            <w:gridSpan w:val="17"/>
            <w:tcBorders>
              <w:top w:val="single" w:color="auto" w:sz="6" w:space="0"/>
              <w:bottom w:val="single" w:color="auto" w:sz="4" w:space="0"/>
            </w:tcBorders>
            <w:shd w:val="clear" w:color="auto" w:fill="CCCCCC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个 人 基 本 情 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姓名</w:t>
            </w:r>
          </w:p>
        </w:tc>
        <w:tc>
          <w:tcPr>
            <w:tcW w:w="1091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曾用名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</w:t>
            </w:r>
          </w:p>
        </w:tc>
        <w:tc>
          <w:tcPr>
            <w:tcW w:w="1087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性别 </w:t>
            </w:r>
          </w:p>
        </w:tc>
        <w:tc>
          <w:tcPr>
            <w:tcW w:w="1487" w:type="dxa"/>
            <w:gridSpan w:val="4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94" w:type="dxa"/>
            <w:gridSpan w:val="3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一寸彩色照片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4"/>
                <w:lang w:val="en-US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出生日期</w:t>
            </w: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4"/>
                <w:lang w:val="en-US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出生国家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出生地</w:t>
            </w:r>
          </w:p>
        </w:tc>
        <w:tc>
          <w:tcPr>
            <w:tcW w:w="148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94" w:type="dxa"/>
            <w:gridSpan w:val="3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left="0" w:leftChars="-33" w:hanging="69" w:hangingChars="29"/>
              <w:jc w:val="center"/>
              <w:rPr>
                <w:rFonts w:hint="default" w:ascii="仿宋_GB2312" w:hAnsi="宋体" w:eastAsia="仿宋_GB2312"/>
                <w:color w:val="C0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国籍</w:t>
            </w: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籍贯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婚姻状况</w:t>
            </w:r>
          </w:p>
        </w:tc>
        <w:tc>
          <w:tcPr>
            <w:tcW w:w="148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94" w:type="dxa"/>
            <w:gridSpan w:val="3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left="0" w:leftChars="-33" w:hanging="69" w:hangingChars="29"/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color w:val="auto"/>
                <w:sz w:val="24"/>
                <w:lang w:val="en-US" w:eastAsia="zh-CN"/>
              </w:rPr>
              <w:t>户口性质</w:t>
            </w: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户口所在地</w:t>
            </w:r>
          </w:p>
        </w:tc>
        <w:tc>
          <w:tcPr>
            <w:tcW w:w="4189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94" w:type="dxa"/>
            <w:gridSpan w:val="3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" w:hRule="atLeast"/>
          <w:jc w:val="center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政治面貌</w:t>
            </w:r>
          </w:p>
        </w:tc>
        <w:tc>
          <w:tcPr>
            <w:tcW w:w="109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民族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148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94" w:type="dxa"/>
            <w:gridSpan w:val="3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血型</w:t>
            </w:r>
          </w:p>
        </w:tc>
        <w:tc>
          <w:tcPr>
            <w:tcW w:w="109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星座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邮箱</w:t>
            </w:r>
          </w:p>
        </w:tc>
        <w:tc>
          <w:tcPr>
            <w:tcW w:w="148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94" w:type="dxa"/>
            <w:gridSpan w:val="3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身份证号码</w:t>
            </w:r>
          </w:p>
        </w:tc>
        <w:tc>
          <w:tcPr>
            <w:tcW w:w="374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身份证有效起止日期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家庭地址</w:t>
            </w:r>
          </w:p>
        </w:tc>
        <w:tc>
          <w:tcPr>
            <w:tcW w:w="3747" w:type="dxa"/>
            <w:gridSpan w:val="4"/>
            <w:tcBorders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left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紧急联系人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及</w:t>
            </w:r>
            <w:r>
              <w:rPr>
                <w:rFonts w:hint="eastAsia" w:ascii="仿宋_GB2312" w:hAnsi="宋体" w:eastAsia="仿宋_GB2312"/>
                <w:sz w:val="24"/>
              </w:rPr>
              <w:t>联系电话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ascii="仿宋_GB2312" w:hAnsi="宋体" w:eastAsia="仿宋_GB2312"/>
                <w:color w:val="000000"/>
                <w:sz w:val="24"/>
              </w:rPr>
              <w:t>第一学历</w:t>
            </w:r>
          </w:p>
        </w:tc>
        <w:tc>
          <w:tcPr>
            <w:tcW w:w="109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6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毕业学校</w:t>
            </w:r>
          </w:p>
        </w:tc>
        <w:tc>
          <w:tcPr>
            <w:tcW w:w="2709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1508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专  业</w:t>
            </w:r>
          </w:p>
        </w:tc>
        <w:tc>
          <w:tcPr>
            <w:tcW w:w="156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最高学历</w:t>
            </w: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毕业学校</w:t>
            </w:r>
          </w:p>
        </w:tc>
        <w:tc>
          <w:tcPr>
            <w:tcW w:w="270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8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pacing w:val="-20"/>
                <w:sz w:val="24"/>
              </w:rPr>
              <w:t>专   业</w:t>
            </w:r>
          </w:p>
        </w:tc>
        <w:tc>
          <w:tcPr>
            <w:tcW w:w="159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职称/执业/职业资格</w:t>
            </w: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评定机构   /时间</w:t>
            </w:r>
          </w:p>
        </w:tc>
        <w:tc>
          <w:tcPr>
            <w:tcW w:w="2702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8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现在读或自学专业</w:t>
            </w:r>
          </w:p>
        </w:tc>
        <w:tc>
          <w:tcPr>
            <w:tcW w:w="159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外语语种/程度</w:t>
            </w:r>
          </w:p>
        </w:tc>
        <w:tc>
          <w:tcPr>
            <w:tcW w:w="1091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熟练使用办公软件</w:t>
            </w:r>
          </w:p>
        </w:tc>
        <w:tc>
          <w:tcPr>
            <w:tcW w:w="5783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□ word □ excel □ powerpoint 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□ </w:t>
            </w:r>
            <w:r>
              <w:rPr>
                <w:rFonts w:ascii="仿宋_GB2312" w:hAnsi="宋体" w:eastAsia="仿宋_GB2312"/>
                <w:sz w:val="24"/>
              </w:rPr>
              <w:t>CAD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□ visio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个人宣言</w:t>
            </w:r>
          </w:p>
        </w:tc>
        <w:tc>
          <w:tcPr>
            <w:tcW w:w="3747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02" w:type="dxa"/>
            <w:gridSpan w:val="8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社会保险所在地</w:t>
            </w:r>
          </w:p>
        </w:tc>
        <w:tc>
          <w:tcPr>
            <w:tcW w:w="159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950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兴趣爱好</w:t>
            </w:r>
          </w:p>
        </w:tc>
        <w:tc>
          <w:tcPr>
            <w:tcW w:w="3747" w:type="dxa"/>
            <w:gridSpan w:val="4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102" w:type="dxa"/>
            <w:gridSpan w:val="8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身体健康状况说明</w:t>
            </w:r>
          </w:p>
        </w:tc>
        <w:tc>
          <w:tcPr>
            <w:tcW w:w="1594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041" w:type="dxa"/>
            <w:gridSpan w:val="4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请注明在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公司</w:t>
            </w:r>
            <w:r>
              <w:rPr>
                <w:rFonts w:hint="eastAsia" w:ascii="仿宋_GB2312" w:hAnsi="宋体" w:eastAsia="仿宋_GB2312"/>
                <w:sz w:val="24"/>
              </w:rPr>
              <w:t>工作的亲属及好友的姓名、单位和职务</w:t>
            </w:r>
          </w:p>
        </w:tc>
        <w:tc>
          <w:tcPr>
            <w:tcW w:w="735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041" w:type="dxa"/>
            <w:gridSpan w:val="4"/>
            <w:tcBorders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期望工作地点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2695" w:type="dxa"/>
            <w:gridSpan w:val="4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1" w:type="dxa"/>
            <w:gridSpan w:val="5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能否接受全国范围内任何地点的工作调配</w:t>
            </w:r>
          </w:p>
        </w:tc>
        <w:tc>
          <w:tcPr>
            <w:tcW w:w="1696" w:type="dxa"/>
            <w:gridSpan w:val="4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 接受</w:t>
            </w:r>
          </w:p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 不接受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041" w:type="dxa"/>
            <w:gridSpan w:val="4"/>
            <w:tcBorders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期望工作地点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2695" w:type="dxa"/>
            <w:gridSpan w:val="4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1" w:type="dxa"/>
            <w:gridSpan w:val="5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96" w:type="dxa"/>
            <w:gridSpan w:val="4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3041" w:type="dxa"/>
            <w:gridSpan w:val="4"/>
            <w:tcBorders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期望工作地点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2695" w:type="dxa"/>
            <w:gridSpan w:val="4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61" w:type="dxa"/>
            <w:gridSpan w:val="5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96" w:type="dxa"/>
            <w:gridSpan w:val="4"/>
            <w:vMerge w:val="continue"/>
            <w:tcBorders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93" w:type="dxa"/>
            <w:gridSpan w:val="17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是否接受公司进行背景调查，包括身份、工作经历、业绩、能力等相关信息？□ 接受□ 不接受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393" w:type="dxa"/>
            <w:gridSpan w:val="17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是否接受公司以考察你个人素质为目的的专业测试和心理测试？  □ 接受     □ 不接受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0393" w:type="dxa"/>
            <w:gridSpan w:val="17"/>
            <w:tcBorders>
              <w:bottom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其它需要说明的事项：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10393" w:type="dxa"/>
            <w:gridSpan w:val="17"/>
            <w:tcBorders>
              <w:top w:val="single" w:color="auto" w:sz="12" w:space="0"/>
              <w:bottom w:val="single" w:color="auto" w:sz="6" w:space="0"/>
            </w:tcBorders>
            <w:shd w:val="clear" w:color="auto" w:fill="CCCCCC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 xml:space="preserve">  教  育  情  况（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lang w:val="en-US" w:eastAsia="zh-CN"/>
              </w:rPr>
              <w:t>必须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从</w:t>
            </w:r>
            <w:r>
              <w:rPr>
                <w:rFonts w:hint="eastAsia" w:ascii="仿宋_GB2312" w:hAnsi="宋体" w:eastAsia="仿宋_GB2312"/>
                <w:b/>
                <w:bCs/>
                <w:color w:val="C00000"/>
                <w:sz w:val="24"/>
              </w:rPr>
              <w:t>小学填起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470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起止年月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日 </w:t>
            </w:r>
          </w:p>
        </w:tc>
        <w:tc>
          <w:tcPr>
            <w:tcW w:w="3247" w:type="dxa"/>
            <w:gridSpan w:val="4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就  读  学  校</w:t>
            </w:r>
          </w:p>
        </w:tc>
        <w:tc>
          <w:tcPr>
            <w:tcW w:w="1545" w:type="dxa"/>
            <w:gridSpan w:val="2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专业</w:t>
            </w:r>
          </w:p>
        </w:tc>
        <w:tc>
          <w:tcPr>
            <w:tcW w:w="1556" w:type="dxa"/>
            <w:gridSpan w:val="6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学习形式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7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4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56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7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4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56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7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4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56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7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4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56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7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4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56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247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24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4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56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10393" w:type="dxa"/>
            <w:gridSpan w:val="17"/>
            <w:tcBorders>
              <w:top w:val="single" w:color="auto" w:sz="6" w:space="0"/>
              <w:bottom w:val="single" w:color="auto" w:sz="6" w:space="0"/>
            </w:tcBorders>
            <w:shd w:val="clear" w:color="auto" w:fill="CCCCCC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培  训  情  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培训日期</w:t>
            </w:r>
          </w:p>
        </w:tc>
        <w:tc>
          <w:tcPr>
            <w:tcW w:w="376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培训课程</w:t>
            </w:r>
          </w:p>
        </w:tc>
        <w:tc>
          <w:tcPr>
            <w:tcW w:w="219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培训机构及主讲人</w:t>
            </w:r>
          </w:p>
        </w:tc>
        <w:tc>
          <w:tcPr>
            <w:tcW w:w="247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成果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76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9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76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9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76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19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47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93" w:type="dxa"/>
            <w:gridSpan w:val="17"/>
            <w:tcBorders>
              <w:top w:val="single" w:color="auto" w:sz="6" w:space="0"/>
              <w:bottom w:val="single" w:color="auto" w:sz="6" w:space="0"/>
            </w:tcBorders>
            <w:shd w:val="clear" w:color="auto" w:fill="CCCCCC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家   庭   情   况（直系亲属必填）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57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与本人关系</w:t>
            </w:r>
          </w:p>
        </w:tc>
        <w:tc>
          <w:tcPr>
            <w:tcW w:w="1466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姓  名</w:t>
            </w:r>
          </w:p>
        </w:tc>
        <w:tc>
          <w:tcPr>
            <w:tcW w:w="1569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出生日期</w:t>
            </w:r>
          </w:p>
        </w:tc>
        <w:tc>
          <w:tcPr>
            <w:tcW w:w="4208" w:type="dxa"/>
            <w:gridSpan w:val="10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工作单位、部门、职务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(如已退休，请填写退休前单位)</w:t>
            </w:r>
          </w:p>
        </w:tc>
        <w:tc>
          <w:tcPr>
            <w:tcW w:w="1575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6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208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6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208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6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208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6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208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5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466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4208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57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10393" w:type="dxa"/>
            <w:gridSpan w:val="17"/>
            <w:tcBorders>
              <w:top w:val="single" w:color="auto" w:sz="6" w:space="0"/>
              <w:bottom w:val="single" w:color="auto" w:sz="6" w:space="0"/>
            </w:tcBorders>
            <w:shd w:val="clear" w:color="auto" w:fill="CCCCCC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奖 惩 情 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575" w:type="dxa"/>
            <w:tcBorders>
              <w:top w:val="single" w:color="auto" w:sz="6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时间</w:t>
            </w:r>
          </w:p>
        </w:tc>
        <w:tc>
          <w:tcPr>
            <w:tcW w:w="146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名称</w:t>
            </w:r>
          </w:p>
        </w:tc>
        <w:tc>
          <w:tcPr>
            <w:tcW w:w="156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奖惩机构</w:t>
            </w:r>
          </w:p>
        </w:tc>
        <w:tc>
          <w:tcPr>
            <w:tcW w:w="5783" w:type="dxa"/>
            <w:gridSpan w:val="12"/>
            <w:tcBorders>
              <w:top w:val="single" w:color="auto" w:sz="6" w:space="0"/>
              <w:left w:val="single" w:color="auto" w:sz="2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奖惩原因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575" w:type="dxa"/>
            <w:tcBorders>
              <w:top w:val="single" w:color="auto" w:sz="6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56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83" w:type="dxa"/>
            <w:gridSpan w:val="12"/>
            <w:tcBorders>
              <w:top w:val="single" w:color="auto" w:sz="6" w:space="0"/>
              <w:left w:val="single" w:color="auto" w:sz="2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575" w:type="dxa"/>
            <w:tcBorders>
              <w:top w:val="single" w:color="auto" w:sz="6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569" w:type="dxa"/>
            <w:tcBorders>
              <w:top w:val="single" w:color="auto" w:sz="6" w:space="0"/>
              <w:left w:val="single" w:color="auto" w:sz="2" w:space="0"/>
              <w:bottom w:val="single" w:color="auto" w:sz="6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83" w:type="dxa"/>
            <w:gridSpan w:val="12"/>
            <w:tcBorders>
              <w:top w:val="single" w:color="auto" w:sz="6" w:space="0"/>
              <w:left w:val="single" w:color="auto" w:sz="2" w:space="0"/>
              <w:bottom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575" w:type="dxa"/>
            <w:tcBorders>
              <w:top w:val="single" w:color="auto" w:sz="6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466" w:type="dxa"/>
            <w:gridSpan w:val="3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1569" w:type="dxa"/>
            <w:tcBorders>
              <w:top w:val="single" w:color="auto" w:sz="6" w:space="0"/>
              <w:left w:val="single" w:color="auto" w:sz="2" w:space="0"/>
              <w:bottom w:val="single" w:color="auto" w:sz="12" w:space="0"/>
              <w:right w:val="single" w:color="auto" w:sz="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  <w:tc>
          <w:tcPr>
            <w:tcW w:w="5783" w:type="dxa"/>
            <w:gridSpan w:val="12"/>
            <w:tcBorders>
              <w:top w:val="single" w:color="auto" w:sz="6" w:space="0"/>
              <w:left w:val="single" w:color="auto" w:sz="2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" w:hRule="atLeast"/>
          <w:jc w:val="center"/>
        </w:trPr>
        <w:tc>
          <w:tcPr>
            <w:tcW w:w="10393" w:type="dxa"/>
            <w:gridSpan w:val="17"/>
            <w:tcBorders>
              <w:top w:val="single" w:color="auto" w:sz="6" w:space="0"/>
              <w:bottom w:val="single" w:color="auto" w:sz="6" w:space="0"/>
            </w:tcBorders>
            <w:shd w:val="clear" w:color="auto" w:fill="CCCCCC"/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b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b/>
                <w:bCs/>
                <w:sz w:val="24"/>
              </w:rPr>
              <w:t>工  作  经  历（由近至远填写）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950" w:type="dxa"/>
            <w:gridSpan w:val="2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单位名称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1</w:t>
            </w:r>
          </w:p>
        </w:tc>
        <w:tc>
          <w:tcPr>
            <w:tcW w:w="3747" w:type="dxa"/>
            <w:gridSpan w:val="4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起止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年月日</w:t>
            </w:r>
          </w:p>
        </w:tc>
        <w:tc>
          <w:tcPr>
            <w:tcW w:w="3081" w:type="dxa"/>
            <w:gridSpan w:val="7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所在机构/</w:t>
            </w:r>
            <w:r>
              <w:rPr>
                <w:rFonts w:ascii="仿宋_GB2312" w:hAnsi="宋体" w:eastAsia="仿宋_GB2312"/>
                <w:sz w:val="24"/>
              </w:rPr>
              <w:t>部门</w:t>
            </w:r>
          </w:p>
        </w:tc>
        <w:tc>
          <w:tcPr>
            <w:tcW w:w="374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担任</w:t>
            </w:r>
            <w:r>
              <w:rPr>
                <w:rFonts w:ascii="仿宋_GB2312" w:hAnsi="宋体" w:eastAsia="仿宋_GB2312"/>
                <w:sz w:val="24"/>
              </w:rPr>
              <w:t>职务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汇报</w:t>
            </w:r>
            <w:r>
              <w:rPr>
                <w:rFonts w:ascii="仿宋_GB2312" w:hAnsi="宋体" w:eastAsia="仿宋_GB2312"/>
                <w:sz w:val="24"/>
              </w:rPr>
              <w:t>对象</w:t>
            </w:r>
            <w:r>
              <w:rPr>
                <w:rFonts w:hint="eastAsia" w:ascii="仿宋_GB2312" w:hAnsi="宋体" w:eastAsia="仿宋_GB2312"/>
                <w:sz w:val="24"/>
              </w:rPr>
              <w:t>/姓名</w:t>
            </w:r>
          </w:p>
        </w:tc>
        <w:tc>
          <w:tcPr>
            <w:tcW w:w="374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下属</w:t>
            </w:r>
            <w:r>
              <w:rPr>
                <w:rFonts w:ascii="仿宋_GB2312" w:hAnsi="宋体" w:eastAsia="仿宋_GB2312"/>
                <w:sz w:val="24"/>
              </w:rPr>
              <w:t>人数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  <w:r>
              <w:rPr>
                <w:rFonts w:ascii="仿宋_GB2312" w:hAnsi="宋体" w:eastAsia="仿宋_GB2312"/>
                <w:sz w:val="24"/>
              </w:rPr>
              <w:t>职责</w:t>
            </w:r>
          </w:p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（简述）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95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  <w:r>
              <w:rPr>
                <w:rFonts w:ascii="仿宋_GB2312" w:hAnsi="宋体" w:eastAsia="仿宋_GB2312"/>
                <w:sz w:val="24"/>
              </w:rPr>
              <w:t>业绩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离职原因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证明人/电话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950" w:type="dxa"/>
            <w:gridSpan w:val="2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单位名称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2</w:t>
            </w:r>
          </w:p>
        </w:tc>
        <w:tc>
          <w:tcPr>
            <w:tcW w:w="3747" w:type="dxa"/>
            <w:gridSpan w:val="4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起止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年月日</w:t>
            </w:r>
          </w:p>
        </w:tc>
        <w:tc>
          <w:tcPr>
            <w:tcW w:w="3081" w:type="dxa"/>
            <w:gridSpan w:val="7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所在机构/</w:t>
            </w:r>
            <w:r>
              <w:rPr>
                <w:rFonts w:ascii="仿宋_GB2312" w:hAnsi="宋体" w:eastAsia="仿宋_GB2312"/>
                <w:sz w:val="24"/>
              </w:rPr>
              <w:t>部门</w:t>
            </w:r>
          </w:p>
        </w:tc>
        <w:tc>
          <w:tcPr>
            <w:tcW w:w="374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担任</w:t>
            </w:r>
            <w:r>
              <w:rPr>
                <w:rFonts w:ascii="仿宋_GB2312" w:hAnsi="宋体" w:eastAsia="仿宋_GB2312"/>
                <w:sz w:val="24"/>
              </w:rPr>
              <w:t>职务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汇报</w:t>
            </w:r>
            <w:r>
              <w:rPr>
                <w:rFonts w:ascii="仿宋_GB2312" w:hAnsi="宋体" w:eastAsia="仿宋_GB2312"/>
                <w:sz w:val="24"/>
              </w:rPr>
              <w:t>对象</w:t>
            </w:r>
            <w:r>
              <w:rPr>
                <w:rFonts w:hint="eastAsia" w:ascii="仿宋_GB2312" w:hAnsi="宋体" w:eastAsia="仿宋_GB2312"/>
                <w:sz w:val="24"/>
              </w:rPr>
              <w:t>/姓名</w:t>
            </w:r>
          </w:p>
        </w:tc>
        <w:tc>
          <w:tcPr>
            <w:tcW w:w="374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下属</w:t>
            </w:r>
            <w:r>
              <w:rPr>
                <w:rFonts w:ascii="仿宋_GB2312" w:hAnsi="宋体" w:eastAsia="仿宋_GB2312"/>
                <w:sz w:val="24"/>
              </w:rPr>
              <w:t>人数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  <w:r>
              <w:rPr>
                <w:rFonts w:ascii="仿宋_GB2312" w:hAnsi="宋体" w:eastAsia="仿宋_GB2312"/>
                <w:sz w:val="24"/>
              </w:rPr>
              <w:t>职责</w:t>
            </w:r>
          </w:p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（简述）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95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  <w:r>
              <w:rPr>
                <w:rFonts w:ascii="仿宋_GB2312" w:hAnsi="宋体" w:eastAsia="仿宋_GB2312"/>
                <w:sz w:val="24"/>
              </w:rPr>
              <w:t>业绩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离职原因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证明人/电话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950" w:type="dxa"/>
            <w:gridSpan w:val="2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单位名称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3</w:t>
            </w:r>
          </w:p>
        </w:tc>
        <w:tc>
          <w:tcPr>
            <w:tcW w:w="3747" w:type="dxa"/>
            <w:gridSpan w:val="4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起止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年月日</w:t>
            </w:r>
          </w:p>
        </w:tc>
        <w:tc>
          <w:tcPr>
            <w:tcW w:w="3081" w:type="dxa"/>
            <w:gridSpan w:val="7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所在机构/</w:t>
            </w:r>
            <w:r>
              <w:rPr>
                <w:rFonts w:ascii="仿宋_GB2312" w:hAnsi="宋体" w:eastAsia="仿宋_GB2312"/>
                <w:sz w:val="24"/>
              </w:rPr>
              <w:t>部门</w:t>
            </w:r>
          </w:p>
        </w:tc>
        <w:tc>
          <w:tcPr>
            <w:tcW w:w="374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担任</w:t>
            </w:r>
            <w:r>
              <w:rPr>
                <w:rFonts w:ascii="仿宋_GB2312" w:hAnsi="宋体" w:eastAsia="仿宋_GB2312"/>
                <w:sz w:val="24"/>
              </w:rPr>
              <w:t>职务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汇报</w:t>
            </w:r>
            <w:r>
              <w:rPr>
                <w:rFonts w:ascii="仿宋_GB2312" w:hAnsi="宋体" w:eastAsia="仿宋_GB2312"/>
                <w:sz w:val="24"/>
              </w:rPr>
              <w:t>对象</w:t>
            </w:r>
            <w:r>
              <w:rPr>
                <w:rFonts w:hint="eastAsia" w:ascii="仿宋_GB2312" w:hAnsi="宋体" w:eastAsia="仿宋_GB2312"/>
                <w:sz w:val="24"/>
              </w:rPr>
              <w:t>/姓名</w:t>
            </w:r>
          </w:p>
        </w:tc>
        <w:tc>
          <w:tcPr>
            <w:tcW w:w="374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下属</w:t>
            </w:r>
            <w:r>
              <w:rPr>
                <w:rFonts w:ascii="仿宋_GB2312" w:hAnsi="宋体" w:eastAsia="仿宋_GB2312"/>
                <w:sz w:val="24"/>
              </w:rPr>
              <w:t>人数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  <w:r>
              <w:rPr>
                <w:rFonts w:ascii="仿宋_GB2312" w:hAnsi="宋体" w:eastAsia="仿宋_GB2312"/>
                <w:sz w:val="24"/>
              </w:rPr>
              <w:t>职责</w:t>
            </w:r>
          </w:p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（简述）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  <w:jc w:val="center"/>
        </w:trPr>
        <w:tc>
          <w:tcPr>
            <w:tcW w:w="195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  <w:r>
              <w:rPr>
                <w:rFonts w:ascii="仿宋_GB2312" w:hAnsi="宋体" w:eastAsia="仿宋_GB2312"/>
                <w:sz w:val="24"/>
              </w:rPr>
              <w:t>业绩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离职原因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证明人/电话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950" w:type="dxa"/>
            <w:gridSpan w:val="2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单位名称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4</w:t>
            </w:r>
          </w:p>
        </w:tc>
        <w:tc>
          <w:tcPr>
            <w:tcW w:w="3747" w:type="dxa"/>
            <w:gridSpan w:val="4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起止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年月日</w:t>
            </w:r>
          </w:p>
        </w:tc>
        <w:tc>
          <w:tcPr>
            <w:tcW w:w="3081" w:type="dxa"/>
            <w:gridSpan w:val="7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所在机构/</w:t>
            </w:r>
            <w:r>
              <w:rPr>
                <w:rFonts w:ascii="仿宋_GB2312" w:hAnsi="宋体" w:eastAsia="仿宋_GB2312"/>
                <w:sz w:val="24"/>
              </w:rPr>
              <w:t>部门</w:t>
            </w:r>
          </w:p>
        </w:tc>
        <w:tc>
          <w:tcPr>
            <w:tcW w:w="374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担任</w:t>
            </w:r>
            <w:r>
              <w:rPr>
                <w:rFonts w:ascii="仿宋_GB2312" w:hAnsi="宋体" w:eastAsia="仿宋_GB2312"/>
                <w:sz w:val="24"/>
              </w:rPr>
              <w:t>职务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汇报</w:t>
            </w:r>
            <w:r>
              <w:rPr>
                <w:rFonts w:ascii="仿宋_GB2312" w:hAnsi="宋体" w:eastAsia="仿宋_GB2312"/>
                <w:sz w:val="24"/>
              </w:rPr>
              <w:t>对象</w:t>
            </w:r>
            <w:r>
              <w:rPr>
                <w:rFonts w:hint="eastAsia" w:ascii="仿宋_GB2312" w:hAnsi="宋体" w:eastAsia="仿宋_GB2312"/>
                <w:sz w:val="24"/>
              </w:rPr>
              <w:t>/姓名</w:t>
            </w:r>
          </w:p>
        </w:tc>
        <w:tc>
          <w:tcPr>
            <w:tcW w:w="374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下属</w:t>
            </w:r>
            <w:r>
              <w:rPr>
                <w:rFonts w:ascii="仿宋_GB2312" w:hAnsi="宋体" w:eastAsia="仿宋_GB2312"/>
                <w:sz w:val="24"/>
              </w:rPr>
              <w:t>人数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  <w:r>
              <w:rPr>
                <w:rFonts w:ascii="仿宋_GB2312" w:hAnsi="宋体" w:eastAsia="仿宋_GB2312"/>
                <w:sz w:val="24"/>
              </w:rPr>
              <w:t>职责</w:t>
            </w:r>
          </w:p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（简述）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95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  <w:r>
              <w:rPr>
                <w:rFonts w:ascii="仿宋_GB2312" w:hAnsi="宋体" w:eastAsia="仿宋_GB2312"/>
                <w:sz w:val="24"/>
              </w:rPr>
              <w:t>业绩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离职原因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证明人/电话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  <w:jc w:val="center"/>
        </w:trPr>
        <w:tc>
          <w:tcPr>
            <w:tcW w:w="1950" w:type="dxa"/>
            <w:gridSpan w:val="2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单位名称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5</w:t>
            </w:r>
          </w:p>
        </w:tc>
        <w:tc>
          <w:tcPr>
            <w:tcW w:w="3747" w:type="dxa"/>
            <w:gridSpan w:val="4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起止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年月日</w:t>
            </w:r>
          </w:p>
        </w:tc>
        <w:tc>
          <w:tcPr>
            <w:tcW w:w="3081" w:type="dxa"/>
            <w:gridSpan w:val="7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C00000"/>
                <w:sz w:val="24"/>
                <w:lang w:val="en-US" w:eastAsia="zh-CN"/>
              </w:rPr>
              <w:t>*</w:t>
            </w:r>
            <w:r>
              <w:rPr>
                <w:rFonts w:hint="eastAsia" w:ascii="仿宋_GB2312" w:hAnsi="宋体" w:eastAsia="仿宋_GB2312"/>
                <w:sz w:val="24"/>
              </w:rPr>
              <w:t>所在机构/</w:t>
            </w:r>
            <w:r>
              <w:rPr>
                <w:rFonts w:ascii="仿宋_GB2312" w:hAnsi="宋体" w:eastAsia="仿宋_GB2312"/>
                <w:sz w:val="24"/>
              </w:rPr>
              <w:t>部门</w:t>
            </w:r>
          </w:p>
        </w:tc>
        <w:tc>
          <w:tcPr>
            <w:tcW w:w="374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担任</w:t>
            </w:r>
            <w:r>
              <w:rPr>
                <w:rFonts w:ascii="仿宋_GB2312" w:hAnsi="宋体" w:eastAsia="仿宋_GB2312"/>
                <w:sz w:val="24"/>
              </w:rPr>
              <w:t>职务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汇报</w:t>
            </w:r>
            <w:r>
              <w:rPr>
                <w:rFonts w:ascii="仿宋_GB2312" w:hAnsi="宋体" w:eastAsia="仿宋_GB2312"/>
                <w:sz w:val="24"/>
              </w:rPr>
              <w:t>对象</w:t>
            </w:r>
            <w:r>
              <w:rPr>
                <w:rFonts w:hint="eastAsia" w:ascii="仿宋_GB2312" w:hAnsi="宋体" w:eastAsia="仿宋_GB2312"/>
                <w:sz w:val="24"/>
              </w:rPr>
              <w:t>/姓名</w:t>
            </w:r>
          </w:p>
        </w:tc>
        <w:tc>
          <w:tcPr>
            <w:tcW w:w="3747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615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下属</w:t>
            </w:r>
            <w:r>
              <w:rPr>
                <w:rFonts w:ascii="仿宋_GB2312" w:hAnsi="宋体" w:eastAsia="仿宋_GB2312"/>
                <w:sz w:val="24"/>
              </w:rPr>
              <w:t>人数</w:t>
            </w:r>
          </w:p>
        </w:tc>
        <w:tc>
          <w:tcPr>
            <w:tcW w:w="3081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  <w:r>
              <w:rPr>
                <w:rFonts w:ascii="仿宋_GB2312" w:hAnsi="宋体" w:eastAsia="仿宋_GB2312"/>
                <w:sz w:val="24"/>
              </w:rPr>
              <w:t>职责</w:t>
            </w:r>
          </w:p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（简述）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195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</w:t>
            </w:r>
            <w:r>
              <w:rPr>
                <w:rFonts w:ascii="仿宋_GB2312" w:hAnsi="宋体" w:eastAsia="仿宋_GB2312"/>
                <w:sz w:val="24"/>
              </w:rPr>
              <w:t>业绩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离职原因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950" w:type="dxa"/>
            <w:gridSpan w:val="2"/>
            <w:tcBorders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证明人/电话</w:t>
            </w:r>
          </w:p>
        </w:tc>
        <w:tc>
          <w:tcPr>
            <w:tcW w:w="8443" w:type="dxa"/>
            <w:gridSpan w:val="15"/>
            <w:tcBorders>
              <w:left w:val="single" w:color="auto" w:sz="4" w:space="0"/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atLeast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snapToGrid w:val="0"/>
        <w:spacing w:line="360" w:lineRule="auto"/>
        <w:ind w:right="565" w:rightChars="269"/>
        <w:jc w:val="both"/>
        <w:rPr>
          <w:rFonts w:ascii="仿宋_GB2312" w:eastAsia="仿宋_GB2312"/>
          <w:sz w:val="28"/>
          <w:szCs w:val="28"/>
        </w:rPr>
      </w:pPr>
    </w:p>
    <w:p>
      <w:pPr>
        <w:tabs>
          <w:tab w:val="left" w:pos="5816"/>
        </w:tabs>
        <w:bidi w:val="0"/>
        <w:jc w:val="left"/>
        <w:rPr>
          <w:rFonts w:hint="eastAsia" w:eastAsia="宋体"/>
          <w:lang w:eastAsia="zh-CN"/>
        </w:rPr>
      </w:pPr>
    </w:p>
    <w:sectPr>
      <w:footerReference r:id="rId3" w:type="default"/>
      <w:footerReference r:id="rId4" w:type="even"/>
      <w:pgSz w:w="11906" w:h="16838"/>
      <w:pgMar w:top="720" w:right="720" w:bottom="720" w:left="720" w:header="68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Roman 10cpi">
    <w:altName w:val="MS Gothic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Arial" w:hAnsi="Arial" w:cs="Arial"/>
        <w:sz w:val="21"/>
      </w:rPr>
    </w:pPr>
    <w:r>
      <w:rPr>
        <w:rFonts w:ascii="Arial" w:hAnsi="Arial" w:cs="Arial"/>
        <w:sz w:val="21"/>
      </w:rPr>
      <w:fldChar w:fldCharType="begin"/>
    </w:r>
    <w:r>
      <w:rPr>
        <w:rFonts w:ascii="Arial" w:hAnsi="Arial" w:cs="Arial"/>
        <w:sz w:val="21"/>
      </w:rPr>
      <w:instrText xml:space="preserve"> PAGE   \* MERGEFORMAT </w:instrText>
    </w:r>
    <w:r>
      <w:rPr>
        <w:rFonts w:ascii="Arial" w:hAnsi="Arial" w:cs="Arial"/>
        <w:sz w:val="21"/>
      </w:rPr>
      <w:fldChar w:fldCharType="separate"/>
    </w:r>
    <w:r>
      <w:rPr>
        <w:rFonts w:ascii="Arial" w:hAnsi="Arial" w:cs="Arial"/>
        <w:sz w:val="21"/>
        <w:lang w:val="zh-CN"/>
      </w:rPr>
      <w:t>13</w:t>
    </w:r>
    <w:r>
      <w:rPr>
        <w:rFonts w:ascii="Arial" w:hAnsi="Arial" w:cs="Arial"/>
        <w:sz w:val="21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rPr>
        <w:rFonts w:ascii="Arial" w:hAnsi="Arial" w:cs="Arial"/>
        <w:sz w:val="21"/>
      </w:rPr>
    </w:pPr>
    <w:r>
      <w:rPr>
        <w:rFonts w:ascii="Arial" w:hAnsi="Arial" w:cs="Arial"/>
        <w:sz w:val="21"/>
      </w:rPr>
      <w:fldChar w:fldCharType="begin"/>
    </w:r>
    <w:r>
      <w:rPr>
        <w:rFonts w:ascii="Arial" w:hAnsi="Arial" w:cs="Arial"/>
        <w:sz w:val="21"/>
      </w:rPr>
      <w:instrText xml:space="preserve">PAGE   \* MERGEFORMAT</w:instrText>
    </w:r>
    <w:r>
      <w:rPr>
        <w:rFonts w:ascii="Arial" w:hAnsi="Arial" w:cs="Arial"/>
        <w:sz w:val="21"/>
      </w:rPr>
      <w:fldChar w:fldCharType="separate"/>
    </w:r>
    <w:r>
      <w:rPr>
        <w:rFonts w:ascii="Arial" w:hAnsi="Arial" w:cs="Arial"/>
        <w:sz w:val="21"/>
        <w:lang w:val="zh-CN"/>
      </w:rPr>
      <w:t>14</w:t>
    </w:r>
    <w:r>
      <w:rPr>
        <w:rFonts w:ascii="Arial" w:hAnsi="Arial" w:cs="Arial"/>
        <w:sz w:val="21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706989"/>
    <w:multiLevelType w:val="multilevel"/>
    <w:tmpl w:val="22706989"/>
    <w:lvl w:ilvl="0" w:tentative="0">
      <w:start w:val="1"/>
      <w:numFmt w:val="decimal"/>
      <w:pStyle w:val="21"/>
      <w:suff w:val="space"/>
      <w:lvlText w:val="%1"/>
      <w:lvlJc w:val="left"/>
      <w:pPr>
        <w:ind w:left="142" w:firstLine="0"/>
      </w:pPr>
      <w:rPr>
        <w:rFonts w:hint="eastAsia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eastAsia" w:ascii="黑体" w:hAnsi="黑体" w:eastAsia="黑体"/>
        <w:color w:val="auto"/>
      </w:rPr>
    </w:lvl>
    <w:lvl w:ilvl="2" w:tentative="0">
      <w:start w:val="1"/>
      <w:numFmt w:val="decimal"/>
      <w:suff w:val="space"/>
      <w:lvlText w:val="%1.%2.%3"/>
      <w:lvlJc w:val="left"/>
      <w:pPr>
        <w:ind w:left="6521" w:firstLine="0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ODJhODdkMjdiMTY3MmZiOWQ1Y2ZkNDQ5NzA4NjUifQ=="/>
  </w:docVars>
  <w:rsids>
    <w:rsidRoot w:val="008B4658"/>
    <w:rsid w:val="00004614"/>
    <w:rsid w:val="00006627"/>
    <w:rsid w:val="0000699F"/>
    <w:rsid w:val="000072A8"/>
    <w:rsid w:val="00007AB8"/>
    <w:rsid w:val="00014848"/>
    <w:rsid w:val="00016E58"/>
    <w:rsid w:val="00020CB0"/>
    <w:rsid w:val="0003309E"/>
    <w:rsid w:val="000360A6"/>
    <w:rsid w:val="00036BC2"/>
    <w:rsid w:val="00040D71"/>
    <w:rsid w:val="00042840"/>
    <w:rsid w:val="00042CB7"/>
    <w:rsid w:val="00044AD5"/>
    <w:rsid w:val="0004640C"/>
    <w:rsid w:val="00046602"/>
    <w:rsid w:val="00054D3E"/>
    <w:rsid w:val="0005679E"/>
    <w:rsid w:val="00057288"/>
    <w:rsid w:val="00064AC2"/>
    <w:rsid w:val="00067D14"/>
    <w:rsid w:val="0007346D"/>
    <w:rsid w:val="00076A00"/>
    <w:rsid w:val="00080003"/>
    <w:rsid w:val="0008103B"/>
    <w:rsid w:val="000817DD"/>
    <w:rsid w:val="000850BA"/>
    <w:rsid w:val="00087C91"/>
    <w:rsid w:val="00087FAD"/>
    <w:rsid w:val="00090137"/>
    <w:rsid w:val="00093B46"/>
    <w:rsid w:val="0009512E"/>
    <w:rsid w:val="0009564D"/>
    <w:rsid w:val="000971DA"/>
    <w:rsid w:val="000A10A8"/>
    <w:rsid w:val="000A2E9E"/>
    <w:rsid w:val="000A38D0"/>
    <w:rsid w:val="000A52C5"/>
    <w:rsid w:val="000A6CD3"/>
    <w:rsid w:val="000B1A5A"/>
    <w:rsid w:val="000B1B10"/>
    <w:rsid w:val="000B5048"/>
    <w:rsid w:val="000B74DB"/>
    <w:rsid w:val="000B7F81"/>
    <w:rsid w:val="000C0F9D"/>
    <w:rsid w:val="000C5D1B"/>
    <w:rsid w:val="000D0E1A"/>
    <w:rsid w:val="000D72D7"/>
    <w:rsid w:val="000E4775"/>
    <w:rsid w:val="000E5954"/>
    <w:rsid w:val="000E6149"/>
    <w:rsid w:val="000F5577"/>
    <w:rsid w:val="001002A0"/>
    <w:rsid w:val="00100553"/>
    <w:rsid w:val="001020AE"/>
    <w:rsid w:val="00104253"/>
    <w:rsid w:val="00104D2A"/>
    <w:rsid w:val="001163C0"/>
    <w:rsid w:val="001166D4"/>
    <w:rsid w:val="00117EFC"/>
    <w:rsid w:val="00122390"/>
    <w:rsid w:val="001269BA"/>
    <w:rsid w:val="00135611"/>
    <w:rsid w:val="0013705A"/>
    <w:rsid w:val="0014007E"/>
    <w:rsid w:val="00142FB0"/>
    <w:rsid w:val="00145FD6"/>
    <w:rsid w:val="001472F5"/>
    <w:rsid w:val="001504AF"/>
    <w:rsid w:val="00153D2E"/>
    <w:rsid w:val="0015416F"/>
    <w:rsid w:val="00156397"/>
    <w:rsid w:val="00160831"/>
    <w:rsid w:val="00161B72"/>
    <w:rsid w:val="001624EE"/>
    <w:rsid w:val="00163D50"/>
    <w:rsid w:val="00164180"/>
    <w:rsid w:val="00164FAE"/>
    <w:rsid w:val="00167A87"/>
    <w:rsid w:val="00172AEB"/>
    <w:rsid w:val="00173159"/>
    <w:rsid w:val="00180697"/>
    <w:rsid w:val="001831B6"/>
    <w:rsid w:val="00183303"/>
    <w:rsid w:val="001846EA"/>
    <w:rsid w:val="00185083"/>
    <w:rsid w:val="00185E24"/>
    <w:rsid w:val="00192E12"/>
    <w:rsid w:val="001945CA"/>
    <w:rsid w:val="001964FD"/>
    <w:rsid w:val="001978F1"/>
    <w:rsid w:val="001A0FBE"/>
    <w:rsid w:val="001A4AE4"/>
    <w:rsid w:val="001A5F02"/>
    <w:rsid w:val="001B0C3C"/>
    <w:rsid w:val="001B1C7B"/>
    <w:rsid w:val="001B1D5F"/>
    <w:rsid w:val="001B285D"/>
    <w:rsid w:val="001B4BA7"/>
    <w:rsid w:val="001B643B"/>
    <w:rsid w:val="001B6AFE"/>
    <w:rsid w:val="001C0BE6"/>
    <w:rsid w:val="001C35A8"/>
    <w:rsid w:val="001C650E"/>
    <w:rsid w:val="001D1570"/>
    <w:rsid w:val="001D451A"/>
    <w:rsid w:val="001D4F14"/>
    <w:rsid w:val="001E30C1"/>
    <w:rsid w:val="001E57C9"/>
    <w:rsid w:val="001F2FDA"/>
    <w:rsid w:val="001F696E"/>
    <w:rsid w:val="001F6EA0"/>
    <w:rsid w:val="001F71F1"/>
    <w:rsid w:val="001F7C97"/>
    <w:rsid w:val="00200707"/>
    <w:rsid w:val="0020307D"/>
    <w:rsid w:val="0020457F"/>
    <w:rsid w:val="00205962"/>
    <w:rsid w:val="002075C0"/>
    <w:rsid w:val="00211419"/>
    <w:rsid w:val="00212A0F"/>
    <w:rsid w:val="00213659"/>
    <w:rsid w:val="00215851"/>
    <w:rsid w:val="00215E0E"/>
    <w:rsid w:val="0021661B"/>
    <w:rsid w:val="002168D8"/>
    <w:rsid w:val="00217010"/>
    <w:rsid w:val="00217544"/>
    <w:rsid w:val="00220917"/>
    <w:rsid w:val="00220A0B"/>
    <w:rsid w:val="002240C4"/>
    <w:rsid w:val="00227BDE"/>
    <w:rsid w:val="00232554"/>
    <w:rsid w:val="00234A06"/>
    <w:rsid w:val="0023512E"/>
    <w:rsid w:val="00235174"/>
    <w:rsid w:val="0024177D"/>
    <w:rsid w:val="00242ABE"/>
    <w:rsid w:val="00243EA0"/>
    <w:rsid w:val="00246C67"/>
    <w:rsid w:val="0024784C"/>
    <w:rsid w:val="00252919"/>
    <w:rsid w:val="00253A7F"/>
    <w:rsid w:val="00255041"/>
    <w:rsid w:val="00256D72"/>
    <w:rsid w:val="00260B27"/>
    <w:rsid w:val="002622A3"/>
    <w:rsid w:val="002628BC"/>
    <w:rsid w:val="0027078E"/>
    <w:rsid w:val="0027082D"/>
    <w:rsid w:val="00271A73"/>
    <w:rsid w:val="002764FF"/>
    <w:rsid w:val="002807AA"/>
    <w:rsid w:val="0028092C"/>
    <w:rsid w:val="00282931"/>
    <w:rsid w:val="00290792"/>
    <w:rsid w:val="00291E1C"/>
    <w:rsid w:val="002927D8"/>
    <w:rsid w:val="0029461F"/>
    <w:rsid w:val="00294693"/>
    <w:rsid w:val="002A1A53"/>
    <w:rsid w:val="002A21E9"/>
    <w:rsid w:val="002A6FA5"/>
    <w:rsid w:val="002B0099"/>
    <w:rsid w:val="002B544E"/>
    <w:rsid w:val="002B7727"/>
    <w:rsid w:val="002C10DD"/>
    <w:rsid w:val="002C2025"/>
    <w:rsid w:val="002C3433"/>
    <w:rsid w:val="002C452B"/>
    <w:rsid w:val="002D09DF"/>
    <w:rsid w:val="002D37CF"/>
    <w:rsid w:val="002D4233"/>
    <w:rsid w:val="002D5A7B"/>
    <w:rsid w:val="002E63BB"/>
    <w:rsid w:val="002E65FA"/>
    <w:rsid w:val="002F2151"/>
    <w:rsid w:val="002F2DA3"/>
    <w:rsid w:val="002F7C21"/>
    <w:rsid w:val="00302633"/>
    <w:rsid w:val="0030304C"/>
    <w:rsid w:val="0030589D"/>
    <w:rsid w:val="00305EC3"/>
    <w:rsid w:val="003071A3"/>
    <w:rsid w:val="00310278"/>
    <w:rsid w:val="003124DC"/>
    <w:rsid w:val="00314066"/>
    <w:rsid w:val="00314DF8"/>
    <w:rsid w:val="00317BE7"/>
    <w:rsid w:val="0032340B"/>
    <w:rsid w:val="0032629E"/>
    <w:rsid w:val="003301D5"/>
    <w:rsid w:val="00330BC6"/>
    <w:rsid w:val="003326FF"/>
    <w:rsid w:val="00332EB3"/>
    <w:rsid w:val="0033660F"/>
    <w:rsid w:val="00355938"/>
    <w:rsid w:val="00356163"/>
    <w:rsid w:val="00357E3D"/>
    <w:rsid w:val="003637EE"/>
    <w:rsid w:val="003651EA"/>
    <w:rsid w:val="0036773E"/>
    <w:rsid w:val="003677D4"/>
    <w:rsid w:val="00375B43"/>
    <w:rsid w:val="00377626"/>
    <w:rsid w:val="0037791E"/>
    <w:rsid w:val="00380C3D"/>
    <w:rsid w:val="003811D9"/>
    <w:rsid w:val="0038357C"/>
    <w:rsid w:val="003916E6"/>
    <w:rsid w:val="00393B07"/>
    <w:rsid w:val="00396262"/>
    <w:rsid w:val="003A3251"/>
    <w:rsid w:val="003A4AD7"/>
    <w:rsid w:val="003B348B"/>
    <w:rsid w:val="003B5332"/>
    <w:rsid w:val="003B7508"/>
    <w:rsid w:val="003C24B4"/>
    <w:rsid w:val="003C30C4"/>
    <w:rsid w:val="003C48AE"/>
    <w:rsid w:val="003C4E9B"/>
    <w:rsid w:val="003C52D0"/>
    <w:rsid w:val="003C7DFA"/>
    <w:rsid w:val="003D0522"/>
    <w:rsid w:val="003D1089"/>
    <w:rsid w:val="003D1776"/>
    <w:rsid w:val="003D22B3"/>
    <w:rsid w:val="003D3A64"/>
    <w:rsid w:val="003D6C7B"/>
    <w:rsid w:val="003D6EB8"/>
    <w:rsid w:val="003E25F7"/>
    <w:rsid w:val="003E5390"/>
    <w:rsid w:val="003F719B"/>
    <w:rsid w:val="003F7DBA"/>
    <w:rsid w:val="004011EC"/>
    <w:rsid w:val="0040402B"/>
    <w:rsid w:val="004058A1"/>
    <w:rsid w:val="004059FC"/>
    <w:rsid w:val="00417517"/>
    <w:rsid w:val="004203B3"/>
    <w:rsid w:val="00423C1E"/>
    <w:rsid w:val="004243E0"/>
    <w:rsid w:val="004265CA"/>
    <w:rsid w:val="00434ACC"/>
    <w:rsid w:val="00435C61"/>
    <w:rsid w:val="0043632B"/>
    <w:rsid w:val="004373BD"/>
    <w:rsid w:val="00440349"/>
    <w:rsid w:val="00441962"/>
    <w:rsid w:val="00442AA5"/>
    <w:rsid w:val="004445C4"/>
    <w:rsid w:val="00444E53"/>
    <w:rsid w:val="004509B5"/>
    <w:rsid w:val="00452BEB"/>
    <w:rsid w:val="00456E62"/>
    <w:rsid w:val="004571E2"/>
    <w:rsid w:val="00461807"/>
    <w:rsid w:val="00461E51"/>
    <w:rsid w:val="00461EEA"/>
    <w:rsid w:val="00463551"/>
    <w:rsid w:val="004635F8"/>
    <w:rsid w:val="00464162"/>
    <w:rsid w:val="00470BA5"/>
    <w:rsid w:val="00471022"/>
    <w:rsid w:val="004754F3"/>
    <w:rsid w:val="0048244D"/>
    <w:rsid w:val="00483C72"/>
    <w:rsid w:val="00487291"/>
    <w:rsid w:val="00490840"/>
    <w:rsid w:val="0049278C"/>
    <w:rsid w:val="00493D9C"/>
    <w:rsid w:val="00494872"/>
    <w:rsid w:val="00495065"/>
    <w:rsid w:val="004A0C05"/>
    <w:rsid w:val="004A1705"/>
    <w:rsid w:val="004A2312"/>
    <w:rsid w:val="004A25F5"/>
    <w:rsid w:val="004A2DE2"/>
    <w:rsid w:val="004A3E53"/>
    <w:rsid w:val="004A3FE1"/>
    <w:rsid w:val="004A4106"/>
    <w:rsid w:val="004B0F1F"/>
    <w:rsid w:val="004B338D"/>
    <w:rsid w:val="004B3AF9"/>
    <w:rsid w:val="004B4E0F"/>
    <w:rsid w:val="004B77CA"/>
    <w:rsid w:val="004B7DFE"/>
    <w:rsid w:val="004C0064"/>
    <w:rsid w:val="004C42C3"/>
    <w:rsid w:val="004C47C7"/>
    <w:rsid w:val="004C55FC"/>
    <w:rsid w:val="004C613D"/>
    <w:rsid w:val="004D1F7C"/>
    <w:rsid w:val="004D2797"/>
    <w:rsid w:val="004D498D"/>
    <w:rsid w:val="004D5910"/>
    <w:rsid w:val="004E38A0"/>
    <w:rsid w:val="004E3ED7"/>
    <w:rsid w:val="004E46AA"/>
    <w:rsid w:val="004E6DC3"/>
    <w:rsid w:val="004F203E"/>
    <w:rsid w:val="004F320A"/>
    <w:rsid w:val="004F3714"/>
    <w:rsid w:val="004F4ECF"/>
    <w:rsid w:val="004F62CB"/>
    <w:rsid w:val="004F6D89"/>
    <w:rsid w:val="004F73AE"/>
    <w:rsid w:val="00501691"/>
    <w:rsid w:val="005070C1"/>
    <w:rsid w:val="005113EB"/>
    <w:rsid w:val="005134A9"/>
    <w:rsid w:val="005164E9"/>
    <w:rsid w:val="0051726D"/>
    <w:rsid w:val="00520A73"/>
    <w:rsid w:val="00523622"/>
    <w:rsid w:val="005237C2"/>
    <w:rsid w:val="005242F1"/>
    <w:rsid w:val="00524C22"/>
    <w:rsid w:val="00525FAF"/>
    <w:rsid w:val="005359B3"/>
    <w:rsid w:val="005376B5"/>
    <w:rsid w:val="0054294B"/>
    <w:rsid w:val="0054359F"/>
    <w:rsid w:val="00545153"/>
    <w:rsid w:val="005516B9"/>
    <w:rsid w:val="0055186E"/>
    <w:rsid w:val="005524FE"/>
    <w:rsid w:val="005539B6"/>
    <w:rsid w:val="00553A7F"/>
    <w:rsid w:val="00554847"/>
    <w:rsid w:val="00556980"/>
    <w:rsid w:val="00557685"/>
    <w:rsid w:val="00563A2E"/>
    <w:rsid w:val="005647BA"/>
    <w:rsid w:val="00565597"/>
    <w:rsid w:val="00565C79"/>
    <w:rsid w:val="005702DC"/>
    <w:rsid w:val="005739A1"/>
    <w:rsid w:val="0057520A"/>
    <w:rsid w:val="005753EF"/>
    <w:rsid w:val="00575505"/>
    <w:rsid w:val="00576CC6"/>
    <w:rsid w:val="005806F2"/>
    <w:rsid w:val="00582078"/>
    <w:rsid w:val="00584124"/>
    <w:rsid w:val="005843C7"/>
    <w:rsid w:val="00584AA2"/>
    <w:rsid w:val="00585855"/>
    <w:rsid w:val="00585C5C"/>
    <w:rsid w:val="00586B99"/>
    <w:rsid w:val="00592595"/>
    <w:rsid w:val="00593DAE"/>
    <w:rsid w:val="0059448C"/>
    <w:rsid w:val="005A049D"/>
    <w:rsid w:val="005A1142"/>
    <w:rsid w:val="005A3DB7"/>
    <w:rsid w:val="005A57AB"/>
    <w:rsid w:val="005B0947"/>
    <w:rsid w:val="005B17A8"/>
    <w:rsid w:val="005B306C"/>
    <w:rsid w:val="005B3952"/>
    <w:rsid w:val="005B3DD3"/>
    <w:rsid w:val="005B4397"/>
    <w:rsid w:val="005B7E37"/>
    <w:rsid w:val="005C2641"/>
    <w:rsid w:val="005C29DB"/>
    <w:rsid w:val="005C3CF7"/>
    <w:rsid w:val="005C3FCC"/>
    <w:rsid w:val="005C4D62"/>
    <w:rsid w:val="005C6C97"/>
    <w:rsid w:val="005D09C0"/>
    <w:rsid w:val="005D2441"/>
    <w:rsid w:val="005D2BE5"/>
    <w:rsid w:val="005D564A"/>
    <w:rsid w:val="005D589B"/>
    <w:rsid w:val="005D5CC4"/>
    <w:rsid w:val="005E142E"/>
    <w:rsid w:val="005E14FD"/>
    <w:rsid w:val="005E2FF3"/>
    <w:rsid w:val="005E6B85"/>
    <w:rsid w:val="005E6B8F"/>
    <w:rsid w:val="005F2445"/>
    <w:rsid w:val="005F4132"/>
    <w:rsid w:val="00602586"/>
    <w:rsid w:val="00603ECF"/>
    <w:rsid w:val="006061F0"/>
    <w:rsid w:val="00606883"/>
    <w:rsid w:val="00607C3B"/>
    <w:rsid w:val="00611FAB"/>
    <w:rsid w:val="00613EC7"/>
    <w:rsid w:val="00616C74"/>
    <w:rsid w:val="00617851"/>
    <w:rsid w:val="00617B8A"/>
    <w:rsid w:val="00623BEF"/>
    <w:rsid w:val="006249D9"/>
    <w:rsid w:val="00627853"/>
    <w:rsid w:val="0063001F"/>
    <w:rsid w:val="00632BB1"/>
    <w:rsid w:val="00653FBB"/>
    <w:rsid w:val="00654236"/>
    <w:rsid w:val="00654596"/>
    <w:rsid w:val="006550E8"/>
    <w:rsid w:val="006628A9"/>
    <w:rsid w:val="00665211"/>
    <w:rsid w:val="0066521D"/>
    <w:rsid w:val="00665898"/>
    <w:rsid w:val="00665C6E"/>
    <w:rsid w:val="00665D2C"/>
    <w:rsid w:val="00672CED"/>
    <w:rsid w:val="00674063"/>
    <w:rsid w:val="00674E58"/>
    <w:rsid w:val="00677325"/>
    <w:rsid w:val="006779A6"/>
    <w:rsid w:val="006911FB"/>
    <w:rsid w:val="00696D10"/>
    <w:rsid w:val="00697D1E"/>
    <w:rsid w:val="006A1650"/>
    <w:rsid w:val="006A3FEE"/>
    <w:rsid w:val="006B1B52"/>
    <w:rsid w:val="006B3460"/>
    <w:rsid w:val="006B3822"/>
    <w:rsid w:val="006B385B"/>
    <w:rsid w:val="006B558D"/>
    <w:rsid w:val="006B5BDD"/>
    <w:rsid w:val="006B7D2B"/>
    <w:rsid w:val="006C3CAA"/>
    <w:rsid w:val="006C5D3B"/>
    <w:rsid w:val="006C7378"/>
    <w:rsid w:val="006C7BB0"/>
    <w:rsid w:val="006D36A9"/>
    <w:rsid w:val="006D5193"/>
    <w:rsid w:val="006E0113"/>
    <w:rsid w:val="006E053D"/>
    <w:rsid w:val="006E1513"/>
    <w:rsid w:val="006E16F3"/>
    <w:rsid w:val="006E247E"/>
    <w:rsid w:val="006E3648"/>
    <w:rsid w:val="006E364D"/>
    <w:rsid w:val="006E4A0C"/>
    <w:rsid w:val="006E4A24"/>
    <w:rsid w:val="006E5C3A"/>
    <w:rsid w:val="006F1778"/>
    <w:rsid w:val="006F2FD7"/>
    <w:rsid w:val="006F4FE6"/>
    <w:rsid w:val="006F5A68"/>
    <w:rsid w:val="006F6C5D"/>
    <w:rsid w:val="006F7005"/>
    <w:rsid w:val="00701617"/>
    <w:rsid w:val="00704007"/>
    <w:rsid w:val="00704103"/>
    <w:rsid w:val="007047FB"/>
    <w:rsid w:val="00704D23"/>
    <w:rsid w:val="007050DB"/>
    <w:rsid w:val="0070511F"/>
    <w:rsid w:val="0071013E"/>
    <w:rsid w:val="00711798"/>
    <w:rsid w:val="00712D36"/>
    <w:rsid w:val="00715961"/>
    <w:rsid w:val="00717F7F"/>
    <w:rsid w:val="00720A2E"/>
    <w:rsid w:val="00720AC7"/>
    <w:rsid w:val="00723B25"/>
    <w:rsid w:val="007300EC"/>
    <w:rsid w:val="0073400A"/>
    <w:rsid w:val="00735E1B"/>
    <w:rsid w:val="00737881"/>
    <w:rsid w:val="00737BD3"/>
    <w:rsid w:val="00740E05"/>
    <w:rsid w:val="0074382A"/>
    <w:rsid w:val="007470CF"/>
    <w:rsid w:val="00751802"/>
    <w:rsid w:val="00753764"/>
    <w:rsid w:val="007545C5"/>
    <w:rsid w:val="007571BE"/>
    <w:rsid w:val="0075762A"/>
    <w:rsid w:val="00763EB2"/>
    <w:rsid w:val="0076525E"/>
    <w:rsid w:val="00765705"/>
    <w:rsid w:val="00765E21"/>
    <w:rsid w:val="00765F85"/>
    <w:rsid w:val="00770556"/>
    <w:rsid w:val="007712D3"/>
    <w:rsid w:val="00771587"/>
    <w:rsid w:val="00771BA8"/>
    <w:rsid w:val="007733D5"/>
    <w:rsid w:val="00773ACF"/>
    <w:rsid w:val="00783A26"/>
    <w:rsid w:val="00783A3A"/>
    <w:rsid w:val="007850D7"/>
    <w:rsid w:val="00785EED"/>
    <w:rsid w:val="00785F04"/>
    <w:rsid w:val="00786C5B"/>
    <w:rsid w:val="00787B55"/>
    <w:rsid w:val="00787F88"/>
    <w:rsid w:val="007901AE"/>
    <w:rsid w:val="007949D0"/>
    <w:rsid w:val="00796036"/>
    <w:rsid w:val="007A14A4"/>
    <w:rsid w:val="007A2788"/>
    <w:rsid w:val="007A4692"/>
    <w:rsid w:val="007A5EDC"/>
    <w:rsid w:val="007B1755"/>
    <w:rsid w:val="007B717F"/>
    <w:rsid w:val="007C3B0A"/>
    <w:rsid w:val="007D0DDB"/>
    <w:rsid w:val="007D1133"/>
    <w:rsid w:val="007D5B85"/>
    <w:rsid w:val="007D7AF1"/>
    <w:rsid w:val="007E1C26"/>
    <w:rsid w:val="007E6799"/>
    <w:rsid w:val="007E727B"/>
    <w:rsid w:val="007E7F03"/>
    <w:rsid w:val="007F03B7"/>
    <w:rsid w:val="007F499F"/>
    <w:rsid w:val="007F4A5A"/>
    <w:rsid w:val="007F5913"/>
    <w:rsid w:val="007F7878"/>
    <w:rsid w:val="00803498"/>
    <w:rsid w:val="00813826"/>
    <w:rsid w:val="00816C1F"/>
    <w:rsid w:val="00820C26"/>
    <w:rsid w:val="00822D96"/>
    <w:rsid w:val="00823ECE"/>
    <w:rsid w:val="00826743"/>
    <w:rsid w:val="00826E6E"/>
    <w:rsid w:val="00827A6D"/>
    <w:rsid w:val="00830704"/>
    <w:rsid w:val="00830E1E"/>
    <w:rsid w:val="008311E9"/>
    <w:rsid w:val="0083450F"/>
    <w:rsid w:val="00835E70"/>
    <w:rsid w:val="00840416"/>
    <w:rsid w:val="00841B9E"/>
    <w:rsid w:val="0084212F"/>
    <w:rsid w:val="0084428E"/>
    <w:rsid w:val="00851EFF"/>
    <w:rsid w:val="00853B51"/>
    <w:rsid w:val="0085712E"/>
    <w:rsid w:val="00864AA0"/>
    <w:rsid w:val="00865B0F"/>
    <w:rsid w:val="00881091"/>
    <w:rsid w:val="0089013C"/>
    <w:rsid w:val="008924A5"/>
    <w:rsid w:val="0089325F"/>
    <w:rsid w:val="00896782"/>
    <w:rsid w:val="008A0E82"/>
    <w:rsid w:val="008A3F1B"/>
    <w:rsid w:val="008A7E48"/>
    <w:rsid w:val="008B1008"/>
    <w:rsid w:val="008B2599"/>
    <w:rsid w:val="008B4658"/>
    <w:rsid w:val="008D07D8"/>
    <w:rsid w:val="008D1BAA"/>
    <w:rsid w:val="008D4183"/>
    <w:rsid w:val="008D5547"/>
    <w:rsid w:val="008E0EE4"/>
    <w:rsid w:val="008E3721"/>
    <w:rsid w:val="008E3A30"/>
    <w:rsid w:val="008E4CCE"/>
    <w:rsid w:val="008E7DCF"/>
    <w:rsid w:val="008E7E7E"/>
    <w:rsid w:val="008F0D76"/>
    <w:rsid w:val="008F3E1E"/>
    <w:rsid w:val="008F4077"/>
    <w:rsid w:val="008F632E"/>
    <w:rsid w:val="008F633B"/>
    <w:rsid w:val="008F6CD5"/>
    <w:rsid w:val="009018A3"/>
    <w:rsid w:val="00903589"/>
    <w:rsid w:val="009045BE"/>
    <w:rsid w:val="00905171"/>
    <w:rsid w:val="00912FB4"/>
    <w:rsid w:val="0091391E"/>
    <w:rsid w:val="0092128E"/>
    <w:rsid w:val="00923147"/>
    <w:rsid w:val="00926278"/>
    <w:rsid w:val="00926B00"/>
    <w:rsid w:val="00927246"/>
    <w:rsid w:val="00927503"/>
    <w:rsid w:val="00930451"/>
    <w:rsid w:val="00933C41"/>
    <w:rsid w:val="0094332A"/>
    <w:rsid w:val="00943DE8"/>
    <w:rsid w:val="00944811"/>
    <w:rsid w:val="00945A62"/>
    <w:rsid w:val="009530EF"/>
    <w:rsid w:val="009540F9"/>
    <w:rsid w:val="00955602"/>
    <w:rsid w:val="00956EA1"/>
    <w:rsid w:val="0096295A"/>
    <w:rsid w:val="00965126"/>
    <w:rsid w:val="009671ED"/>
    <w:rsid w:val="009706BA"/>
    <w:rsid w:val="00972546"/>
    <w:rsid w:val="00973F89"/>
    <w:rsid w:val="009740A1"/>
    <w:rsid w:val="009764EE"/>
    <w:rsid w:val="00976BE7"/>
    <w:rsid w:val="009818AB"/>
    <w:rsid w:val="009836FD"/>
    <w:rsid w:val="00983E49"/>
    <w:rsid w:val="00990C18"/>
    <w:rsid w:val="009917B9"/>
    <w:rsid w:val="0099285D"/>
    <w:rsid w:val="0099286D"/>
    <w:rsid w:val="00993503"/>
    <w:rsid w:val="0099412C"/>
    <w:rsid w:val="009A2E3C"/>
    <w:rsid w:val="009A2F25"/>
    <w:rsid w:val="009B0336"/>
    <w:rsid w:val="009B33C5"/>
    <w:rsid w:val="009B4A31"/>
    <w:rsid w:val="009B75DD"/>
    <w:rsid w:val="009C1141"/>
    <w:rsid w:val="009C2E89"/>
    <w:rsid w:val="009C3963"/>
    <w:rsid w:val="009C3DFE"/>
    <w:rsid w:val="009C5979"/>
    <w:rsid w:val="009C7729"/>
    <w:rsid w:val="009C7963"/>
    <w:rsid w:val="009D4021"/>
    <w:rsid w:val="009D5673"/>
    <w:rsid w:val="009D6B72"/>
    <w:rsid w:val="009D6FCC"/>
    <w:rsid w:val="009D7901"/>
    <w:rsid w:val="009E0BE4"/>
    <w:rsid w:val="009E1047"/>
    <w:rsid w:val="009E2CA2"/>
    <w:rsid w:val="009F2FC5"/>
    <w:rsid w:val="009F64D2"/>
    <w:rsid w:val="00A015CE"/>
    <w:rsid w:val="00A03059"/>
    <w:rsid w:val="00A0385D"/>
    <w:rsid w:val="00A05AFE"/>
    <w:rsid w:val="00A05F94"/>
    <w:rsid w:val="00A10B3F"/>
    <w:rsid w:val="00A10F94"/>
    <w:rsid w:val="00A11265"/>
    <w:rsid w:val="00A11FED"/>
    <w:rsid w:val="00A142B8"/>
    <w:rsid w:val="00A146D9"/>
    <w:rsid w:val="00A1488D"/>
    <w:rsid w:val="00A2101B"/>
    <w:rsid w:val="00A22024"/>
    <w:rsid w:val="00A23F7F"/>
    <w:rsid w:val="00A26E3F"/>
    <w:rsid w:val="00A26EC1"/>
    <w:rsid w:val="00A312FE"/>
    <w:rsid w:val="00A31BAB"/>
    <w:rsid w:val="00A32DE0"/>
    <w:rsid w:val="00A35CB4"/>
    <w:rsid w:val="00A36FE7"/>
    <w:rsid w:val="00A40DA2"/>
    <w:rsid w:val="00A4188F"/>
    <w:rsid w:val="00A43ACB"/>
    <w:rsid w:val="00A43C19"/>
    <w:rsid w:val="00A47F3B"/>
    <w:rsid w:val="00A50903"/>
    <w:rsid w:val="00A50E9D"/>
    <w:rsid w:val="00A50F0F"/>
    <w:rsid w:val="00A5316E"/>
    <w:rsid w:val="00A56E60"/>
    <w:rsid w:val="00A60181"/>
    <w:rsid w:val="00A60AE8"/>
    <w:rsid w:val="00A671B5"/>
    <w:rsid w:val="00A67440"/>
    <w:rsid w:val="00A67608"/>
    <w:rsid w:val="00A701A0"/>
    <w:rsid w:val="00A742A6"/>
    <w:rsid w:val="00A74EA7"/>
    <w:rsid w:val="00A76806"/>
    <w:rsid w:val="00A815C1"/>
    <w:rsid w:val="00A82C25"/>
    <w:rsid w:val="00A83763"/>
    <w:rsid w:val="00A83F72"/>
    <w:rsid w:val="00A85518"/>
    <w:rsid w:val="00A91B64"/>
    <w:rsid w:val="00A934F6"/>
    <w:rsid w:val="00A93641"/>
    <w:rsid w:val="00A96EE0"/>
    <w:rsid w:val="00A9703A"/>
    <w:rsid w:val="00A97B41"/>
    <w:rsid w:val="00AA0C33"/>
    <w:rsid w:val="00AA38FB"/>
    <w:rsid w:val="00AA50BA"/>
    <w:rsid w:val="00AB0111"/>
    <w:rsid w:val="00AB231E"/>
    <w:rsid w:val="00AB34BA"/>
    <w:rsid w:val="00AC2557"/>
    <w:rsid w:val="00AC5F04"/>
    <w:rsid w:val="00AD272D"/>
    <w:rsid w:val="00AD2823"/>
    <w:rsid w:val="00AD3585"/>
    <w:rsid w:val="00AD3CCA"/>
    <w:rsid w:val="00AD7323"/>
    <w:rsid w:val="00AE0A6B"/>
    <w:rsid w:val="00AE31E9"/>
    <w:rsid w:val="00AE490E"/>
    <w:rsid w:val="00AE689E"/>
    <w:rsid w:val="00AE6BE1"/>
    <w:rsid w:val="00AF02FC"/>
    <w:rsid w:val="00AF07E4"/>
    <w:rsid w:val="00AF1FA6"/>
    <w:rsid w:val="00AF6670"/>
    <w:rsid w:val="00AF7E09"/>
    <w:rsid w:val="00AF7F28"/>
    <w:rsid w:val="00B00804"/>
    <w:rsid w:val="00B025DF"/>
    <w:rsid w:val="00B03F6B"/>
    <w:rsid w:val="00B04A1A"/>
    <w:rsid w:val="00B070EC"/>
    <w:rsid w:val="00B10798"/>
    <w:rsid w:val="00B148D5"/>
    <w:rsid w:val="00B1547A"/>
    <w:rsid w:val="00B21AB3"/>
    <w:rsid w:val="00B21C6E"/>
    <w:rsid w:val="00B21D5D"/>
    <w:rsid w:val="00B23331"/>
    <w:rsid w:val="00B23687"/>
    <w:rsid w:val="00B23AA8"/>
    <w:rsid w:val="00B26D46"/>
    <w:rsid w:val="00B27E30"/>
    <w:rsid w:val="00B3094D"/>
    <w:rsid w:val="00B30AE4"/>
    <w:rsid w:val="00B30CB1"/>
    <w:rsid w:val="00B33708"/>
    <w:rsid w:val="00B33A36"/>
    <w:rsid w:val="00B33C59"/>
    <w:rsid w:val="00B356D7"/>
    <w:rsid w:val="00B37710"/>
    <w:rsid w:val="00B37EE7"/>
    <w:rsid w:val="00B401FE"/>
    <w:rsid w:val="00B40A67"/>
    <w:rsid w:val="00B42896"/>
    <w:rsid w:val="00B431B5"/>
    <w:rsid w:val="00B50EB3"/>
    <w:rsid w:val="00B51777"/>
    <w:rsid w:val="00B5362F"/>
    <w:rsid w:val="00B56295"/>
    <w:rsid w:val="00B57089"/>
    <w:rsid w:val="00B61181"/>
    <w:rsid w:val="00B616AC"/>
    <w:rsid w:val="00B61AD1"/>
    <w:rsid w:val="00B62C2E"/>
    <w:rsid w:val="00B638FC"/>
    <w:rsid w:val="00B65EA0"/>
    <w:rsid w:val="00B74792"/>
    <w:rsid w:val="00B74FA4"/>
    <w:rsid w:val="00B772AF"/>
    <w:rsid w:val="00B82924"/>
    <w:rsid w:val="00B84B72"/>
    <w:rsid w:val="00B85871"/>
    <w:rsid w:val="00B86EA5"/>
    <w:rsid w:val="00B86EF4"/>
    <w:rsid w:val="00B87EBF"/>
    <w:rsid w:val="00B912FE"/>
    <w:rsid w:val="00B959B8"/>
    <w:rsid w:val="00BB0E85"/>
    <w:rsid w:val="00BB33ED"/>
    <w:rsid w:val="00BB523E"/>
    <w:rsid w:val="00BB6655"/>
    <w:rsid w:val="00BC25A7"/>
    <w:rsid w:val="00BC34E7"/>
    <w:rsid w:val="00BC4726"/>
    <w:rsid w:val="00BC5550"/>
    <w:rsid w:val="00BC697C"/>
    <w:rsid w:val="00BD0408"/>
    <w:rsid w:val="00BD18D2"/>
    <w:rsid w:val="00BD24B4"/>
    <w:rsid w:val="00BD34A1"/>
    <w:rsid w:val="00BD6C21"/>
    <w:rsid w:val="00BE1B0C"/>
    <w:rsid w:val="00BE26A1"/>
    <w:rsid w:val="00BE2CA2"/>
    <w:rsid w:val="00BE3713"/>
    <w:rsid w:val="00BE3F1F"/>
    <w:rsid w:val="00BE6BE7"/>
    <w:rsid w:val="00BE7C84"/>
    <w:rsid w:val="00BE7D3D"/>
    <w:rsid w:val="00BF2C9B"/>
    <w:rsid w:val="00BF3EFA"/>
    <w:rsid w:val="00C05A4E"/>
    <w:rsid w:val="00C076BF"/>
    <w:rsid w:val="00C148B3"/>
    <w:rsid w:val="00C16820"/>
    <w:rsid w:val="00C16D2D"/>
    <w:rsid w:val="00C17556"/>
    <w:rsid w:val="00C1767E"/>
    <w:rsid w:val="00C212F0"/>
    <w:rsid w:val="00C26497"/>
    <w:rsid w:val="00C27A92"/>
    <w:rsid w:val="00C32828"/>
    <w:rsid w:val="00C463A9"/>
    <w:rsid w:val="00C5398B"/>
    <w:rsid w:val="00C54BE5"/>
    <w:rsid w:val="00C65349"/>
    <w:rsid w:val="00C6733C"/>
    <w:rsid w:val="00C67748"/>
    <w:rsid w:val="00C6796D"/>
    <w:rsid w:val="00C67A96"/>
    <w:rsid w:val="00C67F3A"/>
    <w:rsid w:val="00C72F6B"/>
    <w:rsid w:val="00C730E2"/>
    <w:rsid w:val="00C73BC2"/>
    <w:rsid w:val="00C73EE7"/>
    <w:rsid w:val="00C75042"/>
    <w:rsid w:val="00C76186"/>
    <w:rsid w:val="00C76FDB"/>
    <w:rsid w:val="00C77037"/>
    <w:rsid w:val="00C77C65"/>
    <w:rsid w:val="00C80440"/>
    <w:rsid w:val="00C919C6"/>
    <w:rsid w:val="00C97779"/>
    <w:rsid w:val="00CA0151"/>
    <w:rsid w:val="00CA0FB0"/>
    <w:rsid w:val="00CA22F3"/>
    <w:rsid w:val="00CB1448"/>
    <w:rsid w:val="00CC3864"/>
    <w:rsid w:val="00CC3E8C"/>
    <w:rsid w:val="00CC68EB"/>
    <w:rsid w:val="00CD4951"/>
    <w:rsid w:val="00CD4AC0"/>
    <w:rsid w:val="00CD5210"/>
    <w:rsid w:val="00CE1479"/>
    <w:rsid w:val="00CE175B"/>
    <w:rsid w:val="00CE1C97"/>
    <w:rsid w:val="00CE2FFD"/>
    <w:rsid w:val="00CE4777"/>
    <w:rsid w:val="00CE55BB"/>
    <w:rsid w:val="00CE6EAA"/>
    <w:rsid w:val="00CF3455"/>
    <w:rsid w:val="00D0029D"/>
    <w:rsid w:val="00D032E1"/>
    <w:rsid w:val="00D03BE1"/>
    <w:rsid w:val="00D04C3B"/>
    <w:rsid w:val="00D060BA"/>
    <w:rsid w:val="00D077AA"/>
    <w:rsid w:val="00D07C99"/>
    <w:rsid w:val="00D11364"/>
    <w:rsid w:val="00D12020"/>
    <w:rsid w:val="00D140A9"/>
    <w:rsid w:val="00D176BE"/>
    <w:rsid w:val="00D21B37"/>
    <w:rsid w:val="00D21B9B"/>
    <w:rsid w:val="00D2359D"/>
    <w:rsid w:val="00D25958"/>
    <w:rsid w:val="00D27434"/>
    <w:rsid w:val="00D30F10"/>
    <w:rsid w:val="00D374D5"/>
    <w:rsid w:val="00D40AAB"/>
    <w:rsid w:val="00D418F3"/>
    <w:rsid w:val="00D41B0E"/>
    <w:rsid w:val="00D434BB"/>
    <w:rsid w:val="00D4365D"/>
    <w:rsid w:val="00D53B43"/>
    <w:rsid w:val="00D5416E"/>
    <w:rsid w:val="00D6145D"/>
    <w:rsid w:val="00D6474A"/>
    <w:rsid w:val="00D65AE3"/>
    <w:rsid w:val="00D7099F"/>
    <w:rsid w:val="00D720FD"/>
    <w:rsid w:val="00D73A2C"/>
    <w:rsid w:val="00D745A0"/>
    <w:rsid w:val="00D759FC"/>
    <w:rsid w:val="00D77575"/>
    <w:rsid w:val="00D80E8E"/>
    <w:rsid w:val="00D8245B"/>
    <w:rsid w:val="00D85628"/>
    <w:rsid w:val="00D87B50"/>
    <w:rsid w:val="00D9080B"/>
    <w:rsid w:val="00D93960"/>
    <w:rsid w:val="00D94893"/>
    <w:rsid w:val="00D96EA1"/>
    <w:rsid w:val="00DA089C"/>
    <w:rsid w:val="00DB4B26"/>
    <w:rsid w:val="00DB7D00"/>
    <w:rsid w:val="00DC00BD"/>
    <w:rsid w:val="00DC0925"/>
    <w:rsid w:val="00DC644B"/>
    <w:rsid w:val="00DC6C2D"/>
    <w:rsid w:val="00DD1138"/>
    <w:rsid w:val="00DD3D22"/>
    <w:rsid w:val="00DD5E14"/>
    <w:rsid w:val="00DD7834"/>
    <w:rsid w:val="00DD7A55"/>
    <w:rsid w:val="00DD7BCA"/>
    <w:rsid w:val="00DE2F43"/>
    <w:rsid w:val="00DE3C60"/>
    <w:rsid w:val="00DE407E"/>
    <w:rsid w:val="00DE58A1"/>
    <w:rsid w:val="00DE5B7C"/>
    <w:rsid w:val="00DE7D25"/>
    <w:rsid w:val="00DF581C"/>
    <w:rsid w:val="00E006C6"/>
    <w:rsid w:val="00E01398"/>
    <w:rsid w:val="00E01515"/>
    <w:rsid w:val="00E03073"/>
    <w:rsid w:val="00E03934"/>
    <w:rsid w:val="00E052CE"/>
    <w:rsid w:val="00E06ED6"/>
    <w:rsid w:val="00E07368"/>
    <w:rsid w:val="00E10564"/>
    <w:rsid w:val="00E17D6C"/>
    <w:rsid w:val="00E17F91"/>
    <w:rsid w:val="00E21578"/>
    <w:rsid w:val="00E2226F"/>
    <w:rsid w:val="00E3312D"/>
    <w:rsid w:val="00E33DE5"/>
    <w:rsid w:val="00E3469B"/>
    <w:rsid w:val="00E37668"/>
    <w:rsid w:val="00E40846"/>
    <w:rsid w:val="00E41C73"/>
    <w:rsid w:val="00E52780"/>
    <w:rsid w:val="00E60E6A"/>
    <w:rsid w:val="00E61E7F"/>
    <w:rsid w:val="00E6738D"/>
    <w:rsid w:val="00E71BB9"/>
    <w:rsid w:val="00E7226D"/>
    <w:rsid w:val="00E759C4"/>
    <w:rsid w:val="00E808D2"/>
    <w:rsid w:val="00E80C15"/>
    <w:rsid w:val="00E81DC5"/>
    <w:rsid w:val="00E83123"/>
    <w:rsid w:val="00E8391D"/>
    <w:rsid w:val="00E83E0E"/>
    <w:rsid w:val="00E8521B"/>
    <w:rsid w:val="00E922CC"/>
    <w:rsid w:val="00E93066"/>
    <w:rsid w:val="00E973D3"/>
    <w:rsid w:val="00EA076E"/>
    <w:rsid w:val="00EA35E4"/>
    <w:rsid w:val="00EA3D0E"/>
    <w:rsid w:val="00EA3F51"/>
    <w:rsid w:val="00EA427E"/>
    <w:rsid w:val="00EB0B64"/>
    <w:rsid w:val="00EB4EDF"/>
    <w:rsid w:val="00EB6D79"/>
    <w:rsid w:val="00EC16D2"/>
    <w:rsid w:val="00EC2140"/>
    <w:rsid w:val="00EC3995"/>
    <w:rsid w:val="00EC58C4"/>
    <w:rsid w:val="00EC7393"/>
    <w:rsid w:val="00ED027E"/>
    <w:rsid w:val="00ED5290"/>
    <w:rsid w:val="00EE57EB"/>
    <w:rsid w:val="00EE6072"/>
    <w:rsid w:val="00EE7175"/>
    <w:rsid w:val="00EF0DF3"/>
    <w:rsid w:val="00EF61BB"/>
    <w:rsid w:val="00F008CE"/>
    <w:rsid w:val="00F019DA"/>
    <w:rsid w:val="00F10E7B"/>
    <w:rsid w:val="00F14816"/>
    <w:rsid w:val="00F1579D"/>
    <w:rsid w:val="00F159BB"/>
    <w:rsid w:val="00F16117"/>
    <w:rsid w:val="00F17EAA"/>
    <w:rsid w:val="00F202EC"/>
    <w:rsid w:val="00F25E4A"/>
    <w:rsid w:val="00F33430"/>
    <w:rsid w:val="00F37C62"/>
    <w:rsid w:val="00F44789"/>
    <w:rsid w:val="00F45F22"/>
    <w:rsid w:val="00F52C20"/>
    <w:rsid w:val="00F6053A"/>
    <w:rsid w:val="00F6348D"/>
    <w:rsid w:val="00F7304B"/>
    <w:rsid w:val="00F7552C"/>
    <w:rsid w:val="00F801E8"/>
    <w:rsid w:val="00F81D58"/>
    <w:rsid w:val="00F82F42"/>
    <w:rsid w:val="00F925F5"/>
    <w:rsid w:val="00F97C0B"/>
    <w:rsid w:val="00F97CF7"/>
    <w:rsid w:val="00FA23B7"/>
    <w:rsid w:val="00FA47C6"/>
    <w:rsid w:val="00FA61A0"/>
    <w:rsid w:val="00FA75E8"/>
    <w:rsid w:val="00FA7F51"/>
    <w:rsid w:val="00FC41CA"/>
    <w:rsid w:val="00FC5883"/>
    <w:rsid w:val="00FC5F1E"/>
    <w:rsid w:val="00FD4E30"/>
    <w:rsid w:val="00FE1BE1"/>
    <w:rsid w:val="00FE205E"/>
    <w:rsid w:val="00FE2B90"/>
    <w:rsid w:val="00FE3DAE"/>
    <w:rsid w:val="00FE46C7"/>
    <w:rsid w:val="00FE6109"/>
    <w:rsid w:val="00FF06D5"/>
    <w:rsid w:val="00FF2DE3"/>
    <w:rsid w:val="00FF66DB"/>
    <w:rsid w:val="047616B2"/>
    <w:rsid w:val="097D1C4C"/>
    <w:rsid w:val="09902424"/>
    <w:rsid w:val="0DD571D0"/>
    <w:rsid w:val="0FEA4052"/>
    <w:rsid w:val="10F03042"/>
    <w:rsid w:val="11062198"/>
    <w:rsid w:val="119605C2"/>
    <w:rsid w:val="16AB2D79"/>
    <w:rsid w:val="170141CE"/>
    <w:rsid w:val="17CC2342"/>
    <w:rsid w:val="19C10C0E"/>
    <w:rsid w:val="1B7924CA"/>
    <w:rsid w:val="1FD879F8"/>
    <w:rsid w:val="25ED7063"/>
    <w:rsid w:val="2CC1133A"/>
    <w:rsid w:val="2DCD52F0"/>
    <w:rsid w:val="30B023A9"/>
    <w:rsid w:val="31F772B9"/>
    <w:rsid w:val="35323969"/>
    <w:rsid w:val="36730D7C"/>
    <w:rsid w:val="3A072582"/>
    <w:rsid w:val="3C831958"/>
    <w:rsid w:val="401B2E2E"/>
    <w:rsid w:val="43132D3E"/>
    <w:rsid w:val="439851E6"/>
    <w:rsid w:val="446F20EB"/>
    <w:rsid w:val="45A95112"/>
    <w:rsid w:val="48343468"/>
    <w:rsid w:val="4D0B24E4"/>
    <w:rsid w:val="4DA93FB0"/>
    <w:rsid w:val="4FA054AC"/>
    <w:rsid w:val="50AA42C7"/>
    <w:rsid w:val="543D5452"/>
    <w:rsid w:val="59194316"/>
    <w:rsid w:val="5A88688B"/>
    <w:rsid w:val="5C393627"/>
    <w:rsid w:val="5D582151"/>
    <w:rsid w:val="651A79C3"/>
    <w:rsid w:val="6650061A"/>
    <w:rsid w:val="66E8749F"/>
    <w:rsid w:val="67D81F95"/>
    <w:rsid w:val="684609FA"/>
    <w:rsid w:val="6ACE7F3C"/>
    <w:rsid w:val="6F0D1E3D"/>
    <w:rsid w:val="7C7B42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autoRedefine/>
    <w:semiHidden/>
    <w:qFormat/>
    <w:uiPriority w:val="0"/>
    <w:pPr>
      <w:shd w:val="clear" w:color="auto" w:fill="000080"/>
    </w:pPr>
  </w:style>
  <w:style w:type="paragraph" w:styleId="3">
    <w:name w:val="annotation text"/>
    <w:basedOn w:val="1"/>
    <w:link w:val="24"/>
    <w:autoRedefine/>
    <w:unhideWhenUsed/>
    <w:qFormat/>
    <w:uiPriority w:val="99"/>
    <w:pPr>
      <w:jc w:val="left"/>
    </w:pPr>
  </w:style>
  <w:style w:type="paragraph" w:styleId="4">
    <w:name w:val="Body Text Indent"/>
    <w:basedOn w:val="1"/>
    <w:link w:val="25"/>
    <w:autoRedefine/>
    <w:qFormat/>
    <w:uiPriority w:val="0"/>
    <w:pPr>
      <w:snapToGrid w:val="0"/>
      <w:spacing w:line="420" w:lineRule="exact"/>
      <w:ind w:firstLine="480" w:firstLineChars="200"/>
    </w:pPr>
    <w:rPr>
      <w:rFonts w:ascii="Times New Roman" w:hAnsi="Times New Roman"/>
      <w:color w:val="FF6600"/>
      <w:sz w:val="24"/>
      <w:szCs w:val="24"/>
    </w:rPr>
  </w:style>
  <w:style w:type="paragraph" w:styleId="5">
    <w:name w:val="Balloon Text"/>
    <w:basedOn w:val="1"/>
    <w:link w:val="28"/>
    <w:autoRedefine/>
    <w:unhideWhenUsed/>
    <w:qFormat/>
    <w:uiPriority w:val="99"/>
    <w:rPr>
      <w:kern w:val="0"/>
      <w:sz w:val="18"/>
      <w:szCs w:val="18"/>
    </w:rPr>
  </w:style>
  <w:style w:type="paragraph" w:styleId="6">
    <w:name w:val="footer"/>
    <w:basedOn w:val="1"/>
    <w:link w:val="2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3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autoRedefine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9">
    <w:name w:val="annotation subject"/>
    <w:basedOn w:val="3"/>
    <w:next w:val="3"/>
    <w:link w:val="27"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Hyperlink"/>
    <w:autoRedefine/>
    <w:unhideWhenUsed/>
    <w:qFormat/>
    <w:uiPriority w:val="0"/>
    <w:rPr>
      <w:color w:val="0000FF"/>
      <w:u w:val="single"/>
    </w:rPr>
  </w:style>
  <w:style w:type="character" w:styleId="15">
    <w:name w:val="annotation reference"/>
    <w:autoRedefine/>
    <w:unhideWhenUsed/>
    <w:qFormat/>
    <w:uiPriority w:val="99"/>
    <w:rPr>
      <w:sz w:val="21"/>
      <w:szCs w:val="21"/>
    </w:rPr>
  </w:style>
  <w:style w:type="paragraph" w:styleId="16">
    <w:name w:val="List Paragraph"/>
    <w:basedOn w:val="1"/>
    <w:qFormat/>
    <w:uiPriority w:val="0"/>
    <w:pPr>
      <w:ind w:firstLine="420" w:firstLineChars="200"/>
    </w:pPr>
  </w:style>
  <w:style w:type="paragraph" w:customStyle="1" w:styleId="17">
    <w:name w:val="Char Char1 Char Char Char Char Char Char Char"/>
    <w:basedOn w:val="1"/>
    <w:autoRedefine/>
    <w:qFormat/>
    <w:uiPriority w:val="0"/>
    <w:pPr>
      <w:widowControl/>
      <w:spacing w:after="160" w:line="240" w:lineRule="exact"/>
      <w:jc w:val="left"/>
    </w:pPr>
    <w:rPr>
      <w:rFonts w:ascii="Tahoma" w:hAnsi="Tahoma" w:eastAsia="Times New Roman" w:cs="Tahoma"/>
      <w:kern w:val="0"/>
      <w:sz w:val="20"/>
      <w:szCs w:val="20"/>
      <w:lang w:eastAsia="en-US"/>
    </w:rPr>
  </w:style>
  <w:style w:type="paragraph" w:customStyle="1" w:styleId="18">
    <w:name w:val="绿城正文"/>
    <w:basedOn w:val="1"/>
    <w:qFormat/>
    <w:uiPriority w:val="0"/>
    <w:pPr>
      <w:widowControl/>
      <w:spacing w:after="200" w:line="252" w:lineRule="auto"/>
      <w:ind w:firstLine="560"/>
      <w:jc w:val="left"/>
    </w:pPr>
    <w:rPr>
      <w:rFonts w:ascii="Cambria" w:hAnsi="Cambria" w:cs="宋体"/>
      <w:kern w:val="0"/>
      <w:sz w:val="22"/>
      <w:szCs w:val="20"/>
      <w:lang w:eastAsia="en-US" w:bidi="en-US"/>
    </w:rPr>
  </w:style>
  <w:style w:type="paragraph" w:customStyle="1" w:styleId="19">
    <w:name w:val="纯文本1"/>
    <w:basedOn w:val="1"/>
    <w:qFormat/>
    <w:uiPriority w:val="0"/>
    <w:pPr>
      <w:adjustRightInd w:val="0"/>
    </w:pPr>
    <w:rPr>
      <w:rFonts w:ascii="宋体" w:hAnsi="Roman 10cpi"/>
      <w:szCs w:val="20"/>
    </w:rPr>
  </w:style>
  <w:style w:type="paragraph" w:customStyle="1" w:styleId="20">
    <w:name w:val="_Style 19"/>
    <w:autoRedefine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大标题样式"/>
    <w:basedOn w:val="4"/>
    <w:qFormat/>
    <w:uiPriority w:val="0"/>
    <w:pPr>
      <w:numPr>
        <w:ilvl w:val="0"/>
        <w:numId w:val="1"/>
      </w:numPr>
      <w:tabs>
        <w:tab w:val="left" w:pos="284"/>
      </w:tabs>
      <w:adjustRightInd w:val="0"/>
      <w:spacing w:beforeLines="50" w:after="120" w:afterLines="50" w:line="240" w:lineRule="auto"/>
      <w:ind w:left="0" w:firstLineChars="0"/>
      <w:outlineLvl w:val="0"/>
    </w:pPr>
    <w:rPr>
      <w:rFonts w:ascii="黑体" w:hAnsi="宋体" w:eastAsia="黑体"/>
    </w:rPr>
  </w:style>
  <w:style w:type="paragraph" w:customStyle="1" w:styleId="22">
    <w:name w:val="绿城标题"/>
    <w:basedOn w:val="1"/>
    <w:qFormat/>
    <w:uiPriority w:val="0"/>
    <w:pPr>
      <w:widowControl/>
      <w:spacing w:after="200" w:line="252" w:lineRule="auto"/>
      <w:jc w:val="center"/>
    </w:pPr>
    <w:rPr>
      <w:rFonts w:ascii="宋体" w:hAnsi="宋体" w:cs="宋体"/>
      <w:b/>
      <w:bCs/>
      <w:kern w:val="0"/>
      <w:sz w:val="36"/>
      <w:szCs w:val="20"/>
      <w:lang w:eastAsia="en-US" w:bidi="en-US"/>
    </w:rPr>
  </w:style>
  <w:style w:type="paragraph" w:customStyle="1" w:styleId="23">
    <w:name w:val="正文1绿城"/>
    <w:basedOn w:val="1"/>
    <w:qFormat/>
    <w:uiPriority w:val="0"/>
    <w:pPr>
      <w:widowControl/>
      <w:spacing w:before="50" w:beforeLines="50" w:after="50" w:afterLines="50" w:line="360" w:lineRule="auto"/>
      <w:ind w:firstLine="200" w:firstLineChars="200"/>
    </w:pPr>
    <w:rPr>
      <w:rFonts w:ascii="宋体" w:hAnsi="宋体"/>
      <w:kern w:val="0"/>
      <w:sz w:val="24"/>
      <w:szCs w:val="24"/>
    </w:rPr>
  </w:style>
  <w:style w:type="character" w:customStyle="1" w:styleId="24">
    <w:name w:val="批注文字 字符"/>
    <w:link w:val="3"/>
    <w:semiHidden/>
    <w:qFormat/>
    <w:uiPriority w:val="99"/>
    <w:rPr>
      <w:kern w:val="2"/>
      <w:sz w:val="21"/>
      <w:szCs w:val="22"/>
    </w:rPr>
  </w:style>
  <w:style w:type="character" w:customStyle="1" w:styleId="25">
    <w:name w:val="正文文本缩进 字符"/>
    <w:link w:val="4"/>
    <w:qFormat/>
    <w:uiPriority w:val="0"/>
    <w:rPr>
      <w:rFonts w:ascii="Times New Roman" w:hAnsi="Times New Roman"/>
      <w:color w:val="FF6600"/>
      <w:kern w:val="2"/>
      <w:sz w:val="24"/>
      <w:szCs w:val="24"/>
    </w:rPr>
  </w:style>
  <w:style w:type="character" w:customStyle="1" w:styleId="26">
    <w:name w:val="页脚 字符"/>
    <w:qFormat/>
    <w:uiPriority w:val="99"/>
  </w:style>
  <w:style w:type="character" w:customStyle="1" w:styleId="27">
    <w:name w:val="批注主题 字符"/>
    <w:link w:val="9"/>
    <w:semiHidden/>
    <w:qFormat/>
    <w:uiPriority w:val="99"/>
    <w:rPr>
      <w:b/>
      <w:bCs/>
      <w:kern w:val="2"/>
      <w:sz w:val="21"/>
      <w:szCs w:val="22"/>
    </w:rPr>
  </w:style>
  <w:style w:type="character" w:customStyle="1" w:styleId="28">
    <w:name w:val="批注框文本 字符"/>
    <w:link w:val="5"/>
    <w:semiHidden/>
    <w:qFormat/>
    <w:uiPriority w:val="99"/>
    <w:rPr>
      <w:sz w:val="18"/>
      <w:szCs w:val="18"/>
    </w:rPr>
  </w:style>
  <w:style w:type="character" w:customStyle="1" w:styleId="29">
    <w:name w:val="页脚 字符1"/>
    <w:link w:val="6"/>
    <w:qFormat/>
    <w:uiPriority w:val="99"/>
    <w:rPr>
      <w:kern w:val="2"/>
      <w:sz w:val="18"/>
      <w:szCs w:val="18"/>
    </w:rPr>
  </w:style>
  <w:style w:type="character" w:customStyle="1" w:styleId="30">
    <w:name w:val="页眉 字符"/>
    <w:link w:val="7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32511;&#22478;\&#26412;&#20307;&#24314;&#35774;-&#26631;&#20934;&#21270;\GCS12011-&#27169;01-2010&#26631;&#20934;&#32534;&#21046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GCS12011-模01-2010标准编制模板.dot</Template>
  <Company>Lenovo (Beijing) Limited</Company>
  <Pages>39</Pages>
  <Words>2977</Words>
  <Characters>16973</Characters>
  <Lines>141</Lines>
  <Paragraphs>39</Paragraphs>
  <TotalTime>8</TotalTime>
  <ScaleCrop>false</ScaleCrop>
  <LinksUpToDate>false</LinksUpToDate>
  <CharactersWithSpaces>19911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2013-01-06T03:02:00Z</dcterms:created>
  <dc:creator>ariel</dc:creator>
  <cp:lastModifiedBy>旧時光</cp:lastModifiedBy>
  <dcterms:modified xsi:type="dcterms:W3CDTF">2024-03-04T07:04:35Z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E939E4C69CE64A85A5D950465988BFD5</vt:lpwstr>
  </property>
</Properties>
</file>